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AA7" w:rsidRPr="00FF7188" w:rsidRDefault="00CC4AA7" w:rsidP="00FF7188">
      <w:pPr>
        <w:spacing w:line="240" w:lineRule="auto"/>
        <w:jc w:val="center"/>
        <w:rPr>
          <w:b/>
          <w:bCs/>
          <w:spacing w:val="20"/>
          <w:sz w:val="40"/>
          <w:szCs w:val="40"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Kép 3" o:spid="_x0000_s1026" type="#_x0000_t75" alt="cimerkesz" style="position:absolute;left:0;text-align:left;margin-left:-42.35pt;margin-top:8.05pt;width:.05pt;height:.05pt;z-index:251658240;visibility:visible" o:allowincell="f" filled="t">
            <v:imagedata r:id="rId7" o:title="" gain="0" blacklevel="-.5" grayscale="t"/>
          </v:shape>
        </w:pict>
      </w:r>
      <w:r w:rsidRPr="00FF7188">
        <w:rPr>
          <w:b/>
          <w:bCs/>
          <w:noProof/>
          <w:spacing w:val="20"/>
          <w:sz w:val="40"/>
          <w:szCs w:val="40"/>
          <w:u w:val="single"/>
        </w:rPr>
        <w:t>ELŐTERJESZTÉS</w:t>
      </w:r>
    </w:p>
    <w:p w:rsidR="00CC4AA7" w:rsidRPr="00FF7188" w:rsidRDefault="00CC4AA7" w:rsidP="00FF7188">
      <w:pPr>
        <w:spacing w:line="240" w:lineRule="auto"/>
        <w:jc w:val="center"/>
      </w:pPr>
    </w:p>
    <w:p w:rsidR="00CC4AA7" w:rsidRPr="00FF7188" w:rsidRDefault="00CC4AA7" w:rsidP="00FF7188">
      <w:pPr>
        <w:spacing w:line="240" w:lineRule="auto"/>
        <w:jc w:val="center"/>
        <w:rPr>
          <w:sz w:val="32"/>
          <w:szCs w:val="32"/>
        </w:rPr>
      </w:pPr>
      <w:r w:rsidRPr="00FF7188">
        <w:rPr>
          <w:sz w:val="32"/>
          <w:szCs w:val="32"/>
        </w:rPr>
        <w:t>Tiszavasvári Város Önkormányzata Képviselő-testületének</w:t>
      </w:r>
    </w:p>
    <w:p w:rsidR="00CC4AA7" w:rsidRPr="00FF7188" w:rsidRDefault="00CC4AA7" w:rsidP="00FF7188">
      <w:pPr>
        <w:spacing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2016. július 28</w:t>
      </w:r>
      <w:r w:rsidRPr="00FF7188">
        <w:rPr>
          <w:sz w:val="32"/>
          <w:szCs w:val="32"/>
        </w:rPr>
        <w:t>-</w:t>
      </w:r>
      <w:r>
        <w:rPr>
          <w:sz w:val="32"/>
          <w:szCs w:val="32"/>
        </w:rPr>
        <w:t>á</w:t>
      </w:r>
      <w:r w:rsidRPr="00FF7188">
        <w:rPr>
          <w:sz w:val="32"/>
          <w:szCs w:val="32"/>
        </w:rPr>
        <w:t xml:space="preserve">n tartandó ülésére     </w:t>
      </w:r>
    </w:p>
    <w:p w:rsidR="00CC4AA7" w:rsidRPr="00FF7188" w:rsidRDefault="00CC4AA7" w:rsidP="00FF7188">
      <w:pPr>
        <w:spacing w:line="240" w:lineRule="auto"/>
      </w:pPr>
    </w:p>
    <w:p w:rsidR="00CC4AA7" w:rsidRPr="00765639" w:rsidRDefault="00CC4AA7" w:rsidP="00765639">
      <w:pPr>
        <w:spacing w:line="240" w:lineRule="auto"/>
        <w:ind w:left="2835" w:hanging="2835"/>
        <w:jc w:val="both"/>
        <w:rPr>
          <w:b/>
          <w:bCs/>
          <w:sz w:val="28"/>
          <w:szCs w:val="28"/>
        </w:rPr>
      </w:pPr>
      <w:r w:rsidRPr="00FF7188">
        <w:rPr>
          <w:sz w:val="28"/>
          <w:szCs w:val="28"/>
          <w:u w:val="single"/>
        </w:rPr>
        <w:t>Az előterjesztés tárgya</w:t>
      </w:r>
      <w:r w:rsidRPr="00FF7188">
        <w:rPr>
          <w:u w:val="single"/>
        </w:rPr>
        <w:t>:</w:t>
      </w:r>
      <w:r w:rsidRPr="00FF7188">
        <w:tab/>
      </w:r>
      <w:r>
        <w:rPr>
          <w:b/>
          <w:bCs/>
          <w:sz w:val="28"/>
          <w:szCs w:val="28"/>
        </w:rPr>
        <w:t>A</w:t>
      </w:r>
      <w:r w:rsidRPr="00765639">
        <w:rPr>
          <w:b/>
          <w:bCs/>
          <w:sz w:val="28"/>
          <w:szCs w:val="28"/>
        </w:rPr>
        <w:t xml:space="preserve"> helyi közutak kátyúzásá</w:t>
      </w:r>
      <w:r>
        <w:rPr>
          <w:b/>
          <w:bCs/>
          <w:sz w:val="28"/>
          <w:szCs w:val="28"/>
        </w:rPr>
        <w:t>ra megkötött vállalkozási szerződés utólagos jóváhagyása</w:t>
      </w:r>
    </w:p>
    <w:p w:rsidR="00CC4AA7" w:rsidRPr="00FF7188" w:rsidRDefault="00CC4AA7" w:rsidP="00FF7188">
      <w:pPr>
        <w:tabs>
          <w:tab w:val="left" w:pos="3686"/>
        </w:tabs>
        <w:spacing w:line="240" w:lineRule="auto"/>
        <w:rPr>
          <w:sz w:val="28"/>
          <w:szCs w:val="28"/>
        </w:rPr>
      </w:pPr>
      <w:r w:rsidRPr="00FF7188">
        <w:rPr>
          <w:sz w:val="28"/>
          <w:szCs w:val="28"/>
        </w:rPr>
        <w:tab/>
      </w:r>
    </w:p>
    <w:p w:rsidR="00CC4AA7" w:rsidRPr="00FF7188" w:rsidRDefault="00CC4AA7" w:rsidP="00FF7188">
      <w:pPr>
        <w:spacing w:line="240" w:lineRule="auto"/>
        <w:jc w:val="center"/>
      </w:pPr>
    </w:p>
    <w:p w:rsidR="00CC4AA7" w:rsidRPr="00FF7188" w:rsidRDefault="00CC4AA7" w:rsidP="00FF7188">
      <w:pPr>
        <w:tabs>
          <w:tab w:val="left" w:pos="3686"/>
        </w:tabs>
        <w:spacing w:line="240" w:lineRule="auto"/>
        <w:rPr>
          <w:sz w:val="28"/>
          <w:szCs w:val="28"/>
          <w:u w:val="single"/>
        </w:rPr>
      </w:pPr>
      <w:r w:rsidRPr="00FF7188">
        <w:rPr>
          <w:sz w:val="28"/>
          <w:szCs w:val="28"/>
          <w:u w:val="single"/>
        </w:rPr>
        <w:t>A napirend előterjesztője:</w:t>
      </w:r>
      <w:r w:rsidRPr="00FF7188">
        <w:rPr>
          <w:sz w:val="28"/>
          <w:szCs w:val="28"/>
        </w:rPr>
        <w:tab/>
      </w:r>
      <w:r>
        <w:rPr>
          <w:sz w:val="28"/>
          <w:szCs w:val="28"/>
        </w:rPr>
        <w:t>Dr. Fülöp Erik polgármester</w:t>
      </w:r>
      <w:r w:rsidRPr="00FF7188">
        <w:rPr>
          <w:sz w:val="28"/>
          <w:szCs w:val="28"/>
        </w:rPr>
        <w:t xml:space="preserve"> (előadó)</w:t>
      </w:r>
    </w:p>
    <w:p w:rsidR="00CC4AA7" w:rsidRPr="00FF7188" w:rsidRDefault="00CC4AA7" w:rsidP="00FF7188">
      <w:pPr>
        <w:spacing w:line="240" w:lineRule="auto"/>
      </w:pPr>
    </w:p>
    <w:p w:rsidR="00CC4AA7" w:rsidRPr="00FF7188" w:rsidRDefault="00CC4AA7" w:rsidP="00FF7188">
      <w:pPr>
        <w:tabs>
          <w:tab w:val="left" w:pos="3686"/>
        </w:tabs>
        <w:spacing w:line="240" w:lineRule="auto"/>
        <w:rPr>
          <w:sz w:val="28"/>
          <w:szCs w:val="28"/>
          <w:u w:val="single"/>
        </w:rPr>
      </w:pPr>
      <w:r w:rsidRPr="00FF7188">
        <w:rPr>
          <w:sz w:val="28"/>
          <w:szCs w:val="28"/>
          <w:u w:val="single"/>
        </w:rPr>
        <w:t>Az előterjesztést készítette:</w:t>
      </w:r>
      <w:r>
        <w:rPr>
          <w:sz w:val="28"/>
          <w:szCs w:val="28"/>
        </w:rPr>
        <w:tab/>
      </w:r>
      <w:r w:rsidRPr="00FF7188">
        <w:rPr>
          <w:sz w:val="28"/>
          <w:szCs w:val="28"/>
        </w:rPr>
        <w:t>Kovács Edina (témafelelős)</w:t>
      </w:r>
    </w:p>
    <w:p w:rsidR="00CC4AA7" w:rsidRPr="00FF7188" w:rsidRDefault="00CC4AA7" w:rsidP="00FF7188">
      <w:pPr>
        <w:pStyle w:val="Heading5"/>
        <w:tabs>
          <w:tab w:val="left" w:pos="4820"/>
        </w:tabs>
        <w:rPr>
          <w:b/>
          <w:bCs/>
          <w:i/>
          <w:iCs/>
          <w:sz w:val="24"/>
          <w:szCs w:val="24"/>
        </w:rPr>
      </w:pPr>
    </w:p>
    <w:p w:rsidR="00CC4AA7" w:rsidRDefault="00CC4AA7" w:rsidP="00FF7188">
      <w:pPr>
        <w:tabs>
          <w:tab w:val="left" w:pos="3686"/>
        </w:tabs>
        <w:spacing w:line="240" w:lineRule="auto"/>
        <w:rPr>
          <w:sz w:val="28"/>
          <w:szCs w:val="28"/>
        </w:rPr>
      </w:pPr>
      <w:r w:rsidRPr="00FF7188">
        <w:rPr>
          <w:sz w:val="28"/>
          <w:szCs w:val="28"/>
          <w:u w:val="single"/>
        </w:rPr>
        <w:t>Az előterjesztés ügyiratszáma:</w:t>
      </w:r>
      <w:r w:rsidRPr="00FF7188">
        <w:rPr>
          <w:sz w:val="28"/>
          <w:szCs w:val="28"/>
        </w:rPr>
        <w:tab/>
      </w:r>
      <w:r>
        <w:rPr>
          <w:sz w:val="28"/>
          <w:szCs w:val="28"/>
        </w:rPr>
        <w:t xml:space="preserve">8671/2016. </w:t>
      </w:r>
    </w:p>
    <w:p w:rsidR="00CC4AA7" w:rsidRPr="00FF7188" w:rsidRDefault="00CC4AA7" w:rsidP="00FF7188">
      <w:pPr>
        <w:tabs>
          <w:tab w:val="left" w:pos="3686"/>
        </w:tabs>
        <w:spacing w:line="240" w:lineRule="auto"/>
        <w:rPr>
          <w:sz w:val="28"/>
          <w:szCs w:val="28"/>
        </w:rPr>
      </w:pPr>
    </w:p>
    <w:p w:rsidR="00CC4AA7" w:rsidRPr="00FF7188" w:rsidRDefault="00CC4AA7" w:rsidP="00FF7188">
      <w:pPr>
        <w:spacing w:line="240" w:lineRule="auto"/>
        <w:rPr>
          <w:u w:val="single"/>
        </w:rPr>
      </w:pPr>
    </w:p>
    <w:p w:rsidR="00CC4AA7" w:rsidRPr="00FF7188" w:rsidRDefault="00CC4AA7" w:rsidP="00FF7188">
      <w:pPr>
        <w:spacing w:line="240" w:lineRule="auto"/>
        <w:rPr>
          <w:sz w:val="28"/>
          <w:szCs w:val="28"/>
          <w:u w:val="single"/>
        </w:rPr>
      </w:pPr>
      <w:r w:rsidRPr="00FF7188">
        <w:rPr>
          <w:sz w:val="28"/>
          <w:szCs w:val="28"/>
          <w:u w:val="single"/>
        </w:rPr>
        <w:t>Az előterjesztést véleményező bizottságok a hatáskör megjelölésével:</w:t>
      </w:r>
    </w:p>
    <w:p w:rsidR="00CC4AA7" w:rsidRPr="00FF7188" w:rsidRDefault="00CC4AA7" w:rsidP="00FF7188">
      <w:pPr>
        <w:spacing w:line="240" w:lineRule="auto"/>
        <w:rPr>
          <w:u w:val="single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644"/>
        <w:gridCol w:w="4536"/>
      </w:tblGrid>
      <w:tr w:rsidR="00CC4AA7" w:rsidRPr="00FF7188">
        <w:tc>
          <w:tcPr>
            <w:tcW w:w="4644" w:type="dxa"/>
          </w:tcPr>
          <w:p w:rsidR="00CC4AA7" w:rsidRPr="00FF7188" w:rsidRDefault="00CC4AA7" w:rsidP="00FF7188">
            <w:pPr>
              <w:spacing w:line="240" w:lineRule="auto"/>
              <w:jc w:val="center"/>
              <w:rPr>
                <w:b/>
                <w:bCs/>
                <w:sz w:val="26"/>
                <w:szCs w:val="26"/>
              </w:rPr>
            </w:pPr>
            <w:r w:rsidRPr="00FF7188">
              <w:rPr>
                <w:b/>
                <w:bCs/>
                <w:sz w:val="26"/>
                <w:szCs w:val="26"/>
              </w:rPr>
              <w:t>Bizottság</w:t>
            </w:r>
          </w:p>
        </w:tc>
        <w:tc>
          <w:tcPr>
            <w:tcW w:w="4536" w:type="dxa"/>
          </w:tcPr>
          <w:p w:rsidR="00CC4AA7" w:rsidRPr="00FF7188" w:rsidRDefault="00CC4AA7" w:rsidP="00FF7188">
            <w:pPr>
              <w:spacing w:line="240" w:lineRule="auto"/>
              <w:jc w:val="center"/>
              <w:rPr>
                <w:b/>
                <w:bCs/>
                <w:sz w:val="26"/>
                <w:szCs w:val="26"/>
              </w:rPr>
            </w:pPr>
            <w:r w:rsidRPr="00FF7188">
              <w:rPr>
                <w:b/>
                <w:bCs/>
                <w:sz w:val="26"/>
                <w:szCs w:val="26"/>
              </w:rPr>
              <w:t>Hatáskör</w:t>
            </w:r>
          </w:p>
        </w:tc>
      </w:tr>
      <w:tr w:rsidR="00CC4AA7" w:rsidRPr="00FF7188">
        <w:tc>
          <w:tcPr>
            <w:tcW w:w="4644" w:type="dxa"/>
          </w:tcPr>
          <w:p w:rsidR="00CC4AA7" w:rsidRPr="00FF7188" w:rsidRDefault="00CC4AA7" w:rsidP="00FF7188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Pénzügyi és Ügyrendi Bizottság</w:t>
            </w:r>
          </w:p>
        </w:tc>
        <w:tc>
          <w:tcPr>
            <w:tcW w:w="4536" w:type="dxa"/>
          </w:tcPr>
          <w:p w:rsidR="00CC4AA7" w:rsidRPr="00FF7188" w:rsidRDefault="00CC4AA7" w:rsidP="00FF7188">
            <w:pPr>
              <w:pStyle w:val="Heading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SZMSZ 4. melléklet 1.22. pontja</w:t>
            </w:r>
          </w:p>
        </w:tc>
      </w:tr>
      <w:tr w:rsidR="00CC4AA7" w:rsidRPr="00FF7188">
        <w:tc>
          <w:tcPr>
            <w:tcW w:w="4644" w:type="dxa"/>
          </w:tcPr>
          <w:p w:rsidR="00CC4AA7" w:rsidRPr="00FF7188" w:rsidRDefault="00CC4AA7" w:rsidP="00FF7188">
            <w:pP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4536" w:type="dxa"/>
          </w:tcPr>
          <w:p w:rsidR="00CC4AA7" w:rsidRPr="00FF7188" w:rsidRDefault="00CC4AA7" w:rsidP="00FF7188">
            <w:pPr>
              <w:pStyle w:val="Heading5"/>
              <w:rPr>
                <w:sz w:val="26"/>
                <w:szCs w:val="26"/>
              </w:rPr>
            </w:pPr>
            <w:bookmarkStart w:id="0" w:name="_GoBack"/>
            <w:bookmarkEnd w:id="0"/>
          </w:p>
        </w:tc>
      </w:tr>
      <w:tr w:rsidR="00CC4AA7" w:rsidRPr="00FF7188">
        <w:tc>
          <w:tcPr>
            <w:tcW w:w="4644" w:type="dxa"/>
          </w:tcPr>
          <w:p w:rsidR="00CC4AA7" w:rsidRPr="00FF7188" w:rsidRDefault="00CC4AA7" w:rsidP="00FF7188">
            <w:pP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4536" w:type="dxa"/>
          </w:tcPr>
          <w:p w:rsidR="00CC4AA7" w:rsidRPr="00FF7188" w:rsidRDefault="00CC4AA7" w:rsidP="00FF7188">
            <w:pPr>
              <w:pStyle w:val="Heading5"/>
              <w:rPr>
                <w:sz w:val="26"/>
                <w:szCs w:val="26"/>
              </w:rPr>
            </w:pPr>
          </w:p>
        </w:tc>
      </w:tr>
    </w:tbl>
    <w:p w:rsidR="00CC4AA7" w:rsidRDefault="00CC4AA7" w:rsidP="00FF7188">
      <w:pPr>
        <w:spacing w:line="240" w:lineRule="auto"/>
        <w:rPr>
          <w:u w:val="single"/>
        </w:rPr>
      </w:pPr>
    </w:p>
    <w:p w:rsidR="00CC4AA7" w:rsidRPr="00FF7188" w:rsidRDefault="00CC4AA7" w:rsidP="00FF7188">
      <w:pPr>
        <w:spacing w:line="240" w:lineRule="auto"/>
        <w:rPr>
          <w:u w:val="single"/>
        </w:rPr>
      </w:pPr>
    </w:p>
    <w:p w:rsidR="00CC4AA7" w:rsidRPr="00FF7188" w:rsidRDefault="00CC4AA7" w:rsidP="00FF7188">
      <w:pPr>
        <w:spacing w:line="240" w:lineRule="auto"/>
        <w:rPr>
          <w:sz w:val="28"/>
          <w:szCs w:val="28"/>
          <w:u w:val="single"/>
        </w:rPr>
      </w:pPr>
      <w:r w:rsidRPr="00FF7188">
        <w:rPr>
          <w:sz w:val="28"/>
          <w:szCs w:val="28"/>
          <w:u w:val="single"/>
        </w:rPr>
        <w:t>Az ülésre meghívni javasolt szervek, személyek:</w:t>
      </w:r>
    </w:p>
    <w:p w:rsidR="00CC4AA7" w:rsidRPr="00FF7188" w:rsidRDefault="00CC4AA7" w:rsidP="00FF7188">
      <w:pPr>
        <w:spacing w:line="240" w:lineRule="auto"/>
        <w:jc w:val="center"/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802"/>
        <w:gridCol w:w="3318"/>
        <w:gridCol w:w="3060"/>
      </w:tblGrid>
      <w:tr w:rsidR="00CC4AA7" w:rsidRPr="00FF7188">
        <w:tc>
          <w:tcPr>
            <w:tcW w:w="2802" w:type="dxa"/>
          </w:tcPr>
          <w:p w:rsidR="00CC4AA7" w:rsidRPr="00FF7188" w:rsidRDefault="00CC4AA7" w:rsidP="00FF7188">
            <w:pP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3318" w:type="dxa"/>
          </w:tcPr>
          <w:p w:rsidR="00CC4AA7" w:rsidRPr="00FF7188" w:rsidRDefault="00CC4AA7" w:rsidP="00FF7188">
            <w:pP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3060" w:type="dxa"/>
          </w:tcPr>
          <w:p w:rsidR="00CC4AA7" w:rsidRPr="00FF7188" w:rsidRDefault="00CC4AA7" w:rsidP="00FF7188">
            <w:pPr>
              <w:spacing w:line="240" w:lineRule="auto"/>
              <w:rPr>
                <w:sz w:val="26"/>
                <w:szCs w:val="26"/>
              </w:rPr>
            </w:pPr>
          </w:p>
        </w:tc>
      </w:tr>
      <w:tr w:rsidR="00CC4AA7" w:rsidRPr="00FF7188">
        <w:tc>
          <w:tcPr>
            <w:tcW w:w="2802" w:type="dxa"/>
          </w:tcPr>
          <w:p w:rsidR="00CC4AA7" w:rsidRPr="00FF7188" w:rsidRDefault="00CC4AA7" w:rsidP="00FF7188">
            <w:pP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3318" w:type="dxa"/>
          </w:tcPr>
          <w:p w:rsidR="00CC4AA7" w:rsidRPr="00FF7188" w:rsidRDefault="00CC4AA7" w:rsidP="00FF7188">
            <w:pP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3060" w:type="dxa"/>
          </w:tcPr>
          <w:p w:rsidR="00CC4AA7" w:rsidRPr="00FF7188" w:rsidRDefault="00CC4AA7" w:rsidP="00FF7188">
            <w:pPr>
              <w:spacing w:line="240" w:lineRule="auto"/>
              <w:rPr>
                <w:sz w:val="26"/>
                <w:szCs w:val="26"/>
              </w:rPr>
            </w:pPr>
          </w:p>
        </w:tc>
      </w:tr>
    </w:tbl>
    <w:p w:rsidR="00CC4AA7" w:rsidRDefault="00CC4AA7" w:rsidP="00FF7188">
      <w:pPr>
        <w:spacing w:line="240" w:lineRule="auto"/>
      </w:pPr>
    </w:p>
    <w:p w:rsidR="00CC4AA7" w:rsidRPr="00FF7188" w:rsidRDefault="00CC4AA7" w:rsidP="00FF7188">
      <w:pPr>
        <w:spacing w:line="240" w:lineRule="auto"/>
      </w:pPr>
    </w:p>
    <w:p w:rsidR="00CC4AA7" w:rsidRPr="00FF7188" w:rsidRDefault="00CC4AA7" w:rsidP="00FF7188">
      <w:pPr>
        <w:spacing w:line="240" w:lineRule="auto"/>
        <w:rPr>
          <w:sz w:val="28"/>
          <w:szCs w:val="28"/>
          <w:u w:val="single"/>
        </w:rPr>
      </w:pPr>
      <w:r w:rsidRPr="00FF7188">
        <w:rPr>
          <w:sz w:val="28"/>
          <w:szCs w:val="28"/>
          <w:u w:val="single"/>
        </w:rPr>
        <w:t xml:space="preserve">Egyéb megjegyzés: </w:t>
      </w:r>
    </w:p>
    <w:p w:rsidR="00CC4AA7" w:rsidRPr="00FF7188" w:rsidRDefault="00CC4AA7" w:rsidP="00FF7188">
      <w:pPr>
        <w:spacing w:line="240" w:lineRule="auto"/>
        <w:rPr>
          <w:sz w:val="28"/>
          <w:szCs w:val="28"/>
        </w:rPr>
      </w:pPr>
      <w:r w:rsidRPr="00FF7188"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</w:t>
      </w:r>
    </w:p>
    <w:p w:rsidR="00CC4AA7" w:rsidRPr="00FF7188" w:rsidRDefault="00CC4AA7" w:rsidP="00FF7188">
      <w:pPr>
        <w:spacing w:line="240" w:lineRule="auto"/>
        <w:rPr>
          <w:sz w:val="28"/>
          <w:szCs w:val="28"/>
        </w:rPr>
      </w:pPr>
    </w:p>
    <w:p w:rsidR="00CC4AA7" w:rsidRPr="00FF7188" w:rsidRDefault="00CC4AA7" w:rsidP="00FF7188">
      <w:pPr>
        <w:pStyle w:val="Heading5"/>
        <w:tabs>
          <w:tab w:val="center" w:pos="7371"/>
        </w:tabs>
      </w:pPr>
      <w:r w:rsidRPr="00FF7188">
        <w:t xml:space="preserve">Tiszavasvári, </w:t>
      </w:r>
      <w:r>
        <w:t>2016. július 21.</w:t>
      </w:r>
    </w:p>
    <w:p w:rsidR="00CC4AA7" w:rsidRDefault="00CC4AA7" w:rsidP="00FF7188">
      <w:pPr>
        <w:spacing w:line="240" w:lineRule="auto"/>
      </w:pPr>
    </w:p>
    <w:p w:rsidR="00CC4AA7" w:rsidRDefault="00CC4AA7" w:rsidP="00FF7188">
      <w:pPr>
        <w:spacing w:line="240" w:lineRule="auto"/>
      </w:pPr>
    </w:p>
    <w:p w:rsidR="00CC4AA7" w:rsidRPr="00FF7188" w:rsidRDefault="00CC4AA7" w:rsidP="00FF7188">
      <w:pPr>
        <w:spacing w:line="240" w:lineRule="auto"/>
      </w:pPr>
    </w:p>
    <w:p w:rsidR="00CC4AA7" w:rsidRPr="00FF7188" w:rsidRDefault="00CC4AA7" w:rsidP="00FF7188">
      <w:pPr>
        <w:pStyle w:val="Heading5"/>
        <w:tabs>
          <w:tab w:val="center" w:pos="6946"/>
        </w:tabs>
      </w:pPr>
      <w:r w:rsidRPr="00FF7188">
        <w:tab/>
        <w:t>Kovács Edina</w:t>
      </w:r>
    </w:p>
    <w:p w:rsidR="00CC4AA7" w:rsidRPr="00FF7188" w:rsidRDefault="00CC4AA7" w:rsidP="00FF7188">
      <w:pPr>
        <w:tabs>
          <w:tab w:val="center" w:pos="6946"/>
        </w:tabs>
        <w:spacing w:line="240" w:lineRule="auto"/>
        <w:rPr>
          <w:sz w:val="28"/>
          <w:szCs w:val="28"/>
        </w:rPr>
      </w:pPr>
      <w:r w:rsidRPr="00FF7188">
        <w:rPr>
          <w:sz w:val="28"/>
          <w:szCs w:val="28"/>
        </w:rPr>
        <w:tab/>
        <w:t>témafelelős</w:t>
      </w:r>
    </w:p>
    <w:p w:rsidR="00CC4AA7" w:rsidRPr="00725761" w:rsidRDefault="00CC4AA7" w:rsidP="00642997">
      <w:pPr>
        <w:tabs>
          <w:tab w:val="center" w:pos="7371"/>
        </w:tabs>
        <w:spacing w:line="240" w:lineRule="auto"/>
        <w:jc w:val="center"/>
        <w:rPr>
          <w:b/>
          <w:bCs/>
          <w:sz w:val="32"/>
          <w:szCs w:val="32"/>
        </w:rPr>
      </w:pPr>
      <w:r w:rsidRPr="00FF7188">
        <w:rPr>
          <w:sz w:val="28"/>
          <w:szCs w:val="28"/>
        </w:rPr>
        <w:br w:type="page"/>
      </w:r>
      <w:r w:rsidRPr="00725761">
        <w:rPr>
          <w:b/>
          <w:bCs/>
          <w:sz w:val="32"/>
          <w:szCs w:val="32"/>
        </w:rPr>
        <w:t xml:space="preserve">TISZAVASVÁRI VÁROS </w:t>
      </w:r>
      <w:r>
        <w:rPr>
          <w:b/>
          <w:bCs/>
          <w:sz w:val="32"/>
          <w:szCs w:val="32"/>
        </w:rPr>
        <w:t>POLGÁRMESTERÉTŐL</w:t>
      </w:r>
    </w:p>
    <w:p w:rsidR="00CC4AA7" w:rsidRPr="00725761" w:rsidRDefault="00CC4AA7" w:rsidP="00642997">
      <w:pPr>
        <w:pStyle w:val="Title"/>
        <w:rPr>
          <w:b w:val="0"/>
          <w:bCs w:val="0"/>
          <w:sz w:val="24"/>
          <w:szCs w:val="24"/>
        </w:rPr>
      </w:pPr>
      <w:r w:rsidRPr="00725761">
        <w:rPr>
          <w:b w:val="0"/>
          <w:bCs w:val="0"/>
          <w:sz w:val="24"/>
          <w:szCs w:val="24"/>
        </w:rPr>
        <w:t>4440 Tiszavasvári, Városháza tér 4.</w:t>
      </w:r>
    </w:p>
    <w:p w:rsidR="00CC4AA7" w:rsidRPr="00FF7188" w:rsidRDefault="00CC4AA7" w:rsidP="00642997">
      <w:pPr>
        <w:pStyle w:val="Title"/>
        <w:pBdr>
          <w:bottom w:val="double" w:sz="4" w:space="1" w:color="auto"/>
        </w:pBdr>
        <w:rPr>
          <w:b w:val="0"/>
          <w:bCs w:val="0"/>
          <w:sz w:val="24"/>
          <w:szCs w:val="24"/>
        </w:rPr>
      </w:pPr>
      <w:r w:rsidRPr="00725761">
        <w:rPr>
          <w:b w:val="0"/>
          <w:bCs w:val="0"/>
          <w:sz w:val="24"/>
          <w:szCs w:val="24"/>
        </w:rPr>
        <w:t xml:space="preserve">Tel: 42/520-500. Fax: 42/275-000. E-mail: tvonkph@tiszavasvari.hu </w:t>
      </w:r>
    </w:p>
    <w:p w:rsidR="00CC4AA7" w:rsidRPr="00FF7188" w:rsidRDefault="00CC4AA7" w:rsidP="00FF7188">
      <w:pPr>
        <w:pStyle w:val="Header"/>
        <w:tabs>
          <w:tab w:val="clear" w:pos="4536"/>
          <w:tab w:val="clear" w:pos="9072"/>
        </w:tabs>
        <w:spacing w:line="240" w:lineRule="auto"/>
      </w:pPr>
      <w:r>
        <w:t xml:space="preserve">Témafelelős: </w:t>
      </w:r>
      <w:r w:rsidRPr="00FF7188">
        <w:t>Kovács Edina</w:t>
      </w:r>
    </w:p>
    <w:p w:rsidR="00CC4AA7" w:rsidRDefault="00CC4AA7" w:rsidP="00FF7188">
      <w:pPr>
        <w:pStyle w:val="Header"/>
        <w:tabs>
          <w:tab w:val="clear" w:pos="4536"/>
          <w:tab w:val="clear" w:pos="9072"/>
        </w:tabs>
        <w:spacing w:line="240" w:lineRule="auto"/>
      </w:pPr>
    </w:p>
    <w:p w:rsidR="00CC4AA7" w:rsidRDefault="00CC4AA7" w:rsidP="00FF7188">
      <w:pPr>
        <w:pStyle w:val="Header"/>
        <w:tabs>
          <w:tab w:val="clear" w:pos="4536"/>
          <w:tab w:val="clear" w:pos="9072"/>
        </w:tabs>
        <w:spacing w:line="240" w:lineRule="auto"/>
      </w:pPr>
    </w:p>
    <w:p w:rsidR="00CC4AA7" w:rsidRPr="00FF7188" w:rsidRDefault="00CC4AA7" w:rsidP="00FF7188">
      <w:pPr>
        <w:pStyle w:val="Header"/>
        <w:tabs>
          <w:tab w:val="clear" w:pos="4536"/>
          <w:tab w:val="clear" w:pos="9072"/>
        </w:tabs>
        <w:spacing w:line="240" w:lineRule="auto"/>
      </w:pPr>
    </w:p>
    <w:p w:rsidR="00CC4AA7" w:rsidRPr="00FF7188" w:rsidRDefault="00CC4AA7" w:rsidP="00FF7188">
      <w:pPr>
        <w:pStyle w:val="Heading2"/>
        <w:spacing w:line="240" w:lineRule="auto"/>
      </w:pPr>
      <w:r w:rsidRPr="00FF7188">
        <w:t>ELŐTERJESZTÉS</w:t>
      </w:r>
    </w:p>
    <w:p w:rsidR="00CC4AA7" w:rsidRPr="00FF7188" w:rsidRDefault="00CC4AA7" w:rsidP="00FF7188">
      <w:pPr>
        <w:pStyle w:val="Heading3"/>
        <w:spacing w:line="240" w:lineRule="auto"/>
      </w:pPr>
      <w:r w:rsidRPr="00FF7188">
        <w:t>A Képviselő-testülethez</w:t>
      </w:r>
    </w:p>
    <w:p w:rsidR="00CC4AA7" w:rsidRDefault="00CC4AA7" w:rsidP="00FF7188">
      <w:pPr>
        <w:pStyle w:val="Header"/>
        <w:tabs>
          <w:tab w:val="clear" w:pos="4536"/>
          <w:tab w:val="clear" w:pos="9072"/>
        </w:tabs>
        <w:spacing w:line="240" w:lineRule="auto"/>
      </w:pPr>
    </w:p>
    <w:p w:rsidR="00CC4AA7" w:rsidRDefault="00CC4AA7" w:rsidP="00FF7188">
      <w:pPr>
        <w:pStyle w:val="Header"/>
        <w:tabs>
          <w:tab w:val="clear" w:pos="4536"/>
          <w:tab w:val="clear" w:pos="9072"/>
        </w:tabs>
        <w:spacing w:line="240" w:lineRule="auto"/>
      </w:pPr>
    </w:p>
    <w:p w:rsidR="00CC4AA7" w:rsidRPr="00FF7188" w:rsidRDefault="00CC4AA7" w:rsidP="00FF7188">
      <w:pPr>
        <w:pStyle w:val="Header"/>
        <w:tabs>
          <w:tab w:val="clear" w:pos="4536"/>
          <w:tab w:val="clear" w:pos="9072"/>
        </w:tabs>
        <w:spacing w:line="240" w:lineRule="auto"/>
      </w:pPr>
    </w:p>
    <w:p w:rsidR="00CC4AA7" w:rsidRDefault="00CC4AA7" w:rsidP="00A84347">
      <w:pPr>
        <w:spacing w:line="240" w:lineRule="auto"/>
        <w:jc w:val="center"/>
        <w:rPr>
          <w:sz w:val="28"/>
          <w:szCs w:val="28"/>
        </w:rPr>
      </w:pPr>
      <w:r w:rsidRPr="00813FBC">
        <w:rPr>
          <w:sz w:val="28"/>
          <w:szCs w:val="28"/>
        </w:rPr>
        <w:t>A helyi közutak kátyúzására megkötött vállalkozási</w:t>
      </w:r>
      <w:r>
        <w:rPr>
          <w:sz w:val="28"/>
          <w:szCs w:val="28"/>
        </w:rPr>
        <w:t xml:space="preserve"> </w:t>
      </w:r>
    </w:p>
    <w:p w:rsidR="00CC4AA7" w:rsidRPr="00813FBC" w:rsidRDefault="00CC4AA7" w:rsidP="00A84347">
      <w:pPr>
        <w:spacing w:line="240" w:lineRule="auto"/>
        <w:jc w:val="center"/>
        <w:rPr>
          <w:sz w:val="28"/>
          <w:szCs w:val="28"/>
        </w:rPr>
      </w:pPr>
      <w:r w:rsidRPr="00813FBC">
        <w:rPr>
          <w:sz w:val="28"/>
          <w:szCs w:val="28"/>
        </w:rPr>
        <w:t>szerződés utólagos jóváhagyása</w:t>
      </w:r>
    </w:p>
    <w:p w:rsidR="00CC4AA7" w:rsidRDefault="00CC4AA7" w:rsidP="00FF7188">
      <w:pPr>
        <w:spacing w:line="240" w:lineRule="auto"/>
        <w:jc w:val="both"/>
      </w:pPr>
    </w:p>
    <w:p w:rsidR="00CC4AA7" w:rsidRDefault="00CC4AA7" w:rsidP="00FF7188">
      <w:pPr>
        <w:spacing w:line="240" w:lineRule="auto"/>
        <w:jc w:val="both"/>
      </w:pPr>
    </w:p>
    <w:p w:rsidR="00CC4AA7" w:rsidRPr="00FF7188" w:rsidRDefault="00CC4AA7" w:rsidP="00FF7188">
      <w:pPr>
        <w:spacing w:line="240" w:lineRule="auto"/>
        <w:jc w:val="both"/>
      </w:pPr>
    </w:p>
    <w:p w:rsidR="00CC4AA7" w:rsidRPr="006C6D11" w:rsidRDefault="00CC4AA7" w:rsidP="006C6D11">
      <w:pPr>
        <w:spacing w:line="240" w:lineRule="auto"/>
        <w:jc w:val="both"/>
      </w:pPr>
      <w:r w:rsidRPr="006C6D11">
        <w:t>Tisztelt Képviselő-testület!</w:t>
      </w:r>
    </w:p>
    <w:p w:rsidR="00CC4AA7" w:rsidRPr="006C6D11" w:rsidRDefault="00CC4AA7" w:rsidP="006C6D11">
      <w:pPr>
        <w:spacing w:line="240" w:lineRule="auto"/>
        <w:rPr>
          <w:b/>
          <w:bCs/>
        </w:rPr>
      </w:pPr>
    </w:p>
    <w:p w:rsidR="00CC4AA7" w:rsidRPr="006C6D11" w:rsidRDefault="00CC4AA7" w:rsidP="006C6D11">
      <w:pPr>
        <w:spacing w:line="240" w:lineRule="auto"/>
        <w:jc w:val="both"/>
      </w:pPr>
    </w:p>
    <w:p w:rsidR="00CC4AA7" w:rsidRPr="006C6D11" w:rsidRDefault="00CC4AA7" w:rsidP="006C6D11">
      <w:pPr>
        <w:pStyle w:val="NormalWeb"/>
        <w:spacing w:before="0" w:beforeAutospacing="0" w:after="0" w:afterAutospacing="0"/>
        <w:jc w:val="both"/>
      </w:pPr>
      <w:r w:rsidRPr="006C6D11">
        <w:t xml:space="preserve">Tájékoztatom a Testületet, hogy az idei évben is felmérésre kerültek a helyi közutakon lévő nagyobb méretű úthibák. A felmérést követően árajánlatokat kértem be meghatározott lista alapján 2016. június 8-án. Az árajánlatok beérkezését követően kiválasztottam a legkedvezőbbet, melyet a Tiszamelléki Mélyépítő Kft. (4440 Tiszavasvári, József Attila u. 40.) adott. Ezt követően elkészült a vállalkozóval megkötendő szerződés, melyben minden fontosabb szempont kikötésre került. </w:t>
      </w:r>
    </w:p>
    <w:p w:rsidR="00CC4AA7" w:rsidRPr="006C6D11" w:rsidRDefault="00CC4AA7" w:rsidP="006C6D11">
      <w:pPr>
        <w:pStyle w:val="NormalWeb"/>
        <w:spacing w:before="0" w:beforeAutospacing="0" w:after="0" w:afterAutospacing="0"/>
        <w:jc w:val="both"/>
      </w:pPr>
      <w:r w:rsidRPr="006C6D11">
        <w:t>A 2016. évi költségvetés készítésekor a „Közutak, hidak, alagutak üzemeltetése, fenntartása” kormányzati funkción 10.756.000,-Ft működési kiadási előirányzatból a kátyúzásra nettó 4.725.000,-Ft került betervezésre, melynek az eddigi felhasználását figyelembe véve, a vállalkozási szerződésben vállalt nettó 3.554.820,-Ft fedezete biztosított.</w:t>
      </w:r>
    </w:p>
    <w:p w:rsidR="00CC4AA7" w:rsidRPr="006C6D11" w:rsidRDefault="00CC4AA7" w:rsidP="006C6D11">
      <w:pPr>
        <w:pStyle w:val="NormalWeb"/>
        <w:spacing w:before="0" w:beforeAutospacing="0" w:after="0" w:afterAutospacing="0"/>
        <w:jc w:val="both"/>
      </w:pPr>
    </w:p>
    <w:p w:rsidR="00CC4AA7" w:rsidRPr="006C6D11" w:rsidRDefault="00CC4AA7" w:rsidP="006C6D11">
      <w:pPr>
        <w:pStyle w:val="NormalWeb"/>
        <w:spacing w:before="0" w:beforeAutospacing="0" w:after="0" w:afterAutospacing="0"/>
        <w:jc w:val="both"/>
      </w:pPr>
      <w:r w:rsidRPr="006C6D11">
        <w:t>Tájékoztatom továbbá a Testületet, hogy a szerződés aláírásár</w:t>
      </w:r>
      <w:r>
        <w:t xml:space="preserve">a 2016. június 28-án került sor, és még ugyanezen a napon a munkaterület átadása is megtörtént a kivitelező részére. Azóta a kivitelező a munkálatokat szóban készre jelentette, melynek ellenőrzése folyamatban van. </w:t>
      </w:r>
    </w:p>
    <w:p w:rsidR="00CC4AA7" w:rsidRPr="006C6D11" w:rsidRDefault="00CC4AA7" w:rsidP="006C6D11">
      <w:pPr>
        <w:spacing w:line="240" w:lineRule="auto"/>
        <w:jc w:val="both"/>
      </w:pPr>
      <w:r w:rsidRPr="006C6D11">
        <w:t xml:space="preserve">            </w:t>
      </w:r>
    </w:p>
    <w:p w:rsidR="00CC4AA7" w:rsidRPr="006C6D11" w:rsidRDefault="00CC4AA7" w:rsidP="006C6D11">
      <w:pPr>
        <w:spacing w:line="240" w:lineRule="auto"/>
        <w:jc w:val="both"/>
      </w:pPr>
      <w:r>
        <w:t>Megkérem</w:t>
      </w:r>
      <w:r w:rsidRPr="006C6D11">
        <w:t xml:space="preserve"> </w:t>
      </w:r>
      <w:r>
        <w:t xml:space="preserve">a </w:t>
      </w:r>
      <w:r w:rsidRPr="006C6D11">
        <w:t>Képviselő-testület</w:t>
      </w:r>
      <w:r>
        <w:t>et, hogy</w:t>
      </w:r>
      <w:r w:rsidRPr="006C6D11">
        <w:t xml:space="preserve"> a határozat-tervezet mellékletében található </w:t>
      </w:r>
      <w:r>
        <w:t xml:space="preserve">Vállalkozási </w:t>
      </w:r>
      <w:r w:rsidRPr="006C6D11">
        <w:t xml:space="preserve">Szerződést </w:t>
      </w:r>
      <w:r>
        <w:t>utólagosan hagyja jóvá</w:t>
      </w:r>
      <w:r w:rsidRPr="006C6D11">
        <w:t>.</w:t>
      </w:r>
    </w:p>
    <w:p w:rsidR="00CC4AA7" w:rsidRPr="006C6D11" w:rsidRDefault="00CC4AA7" w:rsidP="006C6D11">
      <w:pPr>
        <w:spacing w:line="240" w:lineRule="auto"/>
        <w:jc w:val="both"/>
      </w:pPr>
    </w:p>
    <w:p w:rsidR="00CC4AA7" w:rsidRPr="006C6D11" w:rsidRDefault="00CC4AA7" w:rsidP="006C6D11">
      <w:pPr>
        <w:spacing w:line="240" w:lineRule="auto"/>
        <w:jc w:val="both"/>
      </w:pPr>
      <w:r w:rsidRPr="006C6D11">
        <w:t xml:space="preserve">Tiszavasvári, 2016. </w:t>
      </w:r>
      <w:r>
        <w:t>július 21</w:t>
      </w:r>
      <w:r w:rsidRPr="006C6D11">
        <w:t>.</w:t>
      </w:r>
    </w:p>
    <w:p w:rsidR="00CC4AA7" w:rsidRDefault="00CC4AA7" w:rsidP="00FF7188">
      <w:pPr>
        <w:spacing w:line="240" w:lineRule="auto"/>
        <w:jc w:val="both"/>
      </w:pPr>
    </w:p>
    <w:p w:rsidR="00CC4AA7" w:rsidRDefault="00CC4AA7" w:rsidP="00FF7188">
      <w:pPr>
        <w:spacing w:line="240" w:lineRule="auto"/>
        <w:jc w:val="both"/>
      </w:pPr>
    </w:p>
    <w:p w:rsidR="00CC4AA7" w:rsidRPr="00FF7188" w:rsidRDefault="00CC4AA7" w:rsidP="00FF7188">
      <w:pPr>
        <w:spacing w:line="240" w:lineRule="auto"/>
        <w:jc w:val="both"/>
      </w:pPr>
    </w:p>
    <w:p w:rsidR="00CC4AA7" w:rsidRDefault="00CC4AA7" w:rsidP="00FF7188">
      <w:pPr>
        <w:spacing w:line="240" w:lineRule="auto"/>
        <w:jc w:val="both"/>
      </w:pPr>
    </w:p>
    <w:p w:rsidR="00CC4AA7" w:rsidRPr="00FF7188" w:rsidRDefault="00CC4AA7" w:rsidP="00FF7188">
      <w:pPr>
        <w:spacing w:line="240" w:lineRule="auto"/>
        <w:jc w:val="both"/>
      </w:pPr>
    </w:p>
    <w:p w:rsidR="00CC4AA7" w:rsidRPr="00FF7188" w:rsidRDefault="00CC4AA7" w:rsidP="00FF7188">
      <w:pPr>
        <w:tabs>
          <w:tab w:val="center" w:pos="6804"/>
        </w:tabs>
        <w:spacing w:line="240" w:lineRule="auto"/>
        <w:jc w:val="both"/>
        <w:rPr>
          <w:b/>
          <w:bCs/>
        </w:rPr>
      </w:pPr>
      <w:r w:rsidRPr="00FF7188">
        <w:tab/>
      </w:r>
      <w:r>
        <w:rPr>
          <w:b/>
          <w:bCs/>
        </w:rPr>
        <w:t>Dr. Fülöp Erik</w:t>
      </w:r>
    </w:p>
    <w:p w:rsidR="00CC4AA7" w:rsidRPr="00FF7188" w:rsidRDefault="00CC4AA7" w:rsidP="00FF7188">
      <w:pPr>
        <w:tabs>
          <w:tab w:val="center" w:pos="6804"/>
        </w:tabs>
        <w:spacing w:line="240" w:lineRule="auto"/>
        <w:rPr>
          <w:b/>
          <w:bCs/>
        </w:rPr>
      </w:pPr>
      <w:r>
        <w:rPr>
          <w:b/>
          <w:bCs/>
        </w:rPr>
        <w:tab/>
        <w:t>polgármester</w:t>
      </w:r>
    </w:p>
    <w:p w:rsidR="00CC4AA7" w:rsidRPr="00DB0794" w:rsidRDefault="00CC4AA7" w:rsidP="00FF7188">
      <w:pPr>
        <w:pStyle w:val="Title"/>
        <w:rPr>
          <w:color w:val="000000"/>
          <w:sz w:val="24"/>
          <w:szCs w:val="24"/>
        </w:rPr>
      </w:pPr>
      <w:r w:rsidRPr="00FF7188">
        <w:br w:type="page"/>
      </w:r>
      <w:r w:rsidRPr="00DB0794">
        <w:rPr>
          <w:color w:val="000000"/>
          <w:sz w:val="24"/>
          <w:szCs w:val="24"/>
        </w:rPr>
        <w:t>HATÁROZAT-TERVEZET</w:t>
      </w:r>
    </w:p>
    <w:p w:rsidR="00CC4AA7" w:rsidRPr="00FF7188" w:rsidRDefault="00CC4AA7" w:rsidP="00FF7188">
      <w:pPr>
        <w:pStyle w:val="Title"/>
        <w:rPr>
          <w:sz w:val="24"/>
          <w:szCs w:val="24"/>
        </w:rPr>
      </w:pPr>
    </w:p>
    <w:p w:rsidR="00CC4AA7" w:rsidRPr="00FF7188" w:rsidRDefault="00CC4AA7" w:rsidP="00FF7188">
      <w:pPr>
        <w:pStyle w:val="Title"/>
        <w:rPr>
          <w:sz w:val="24"/>
          <w:szCs w:val="24"/>
        </w:rPr>
      </w:pPr>
      <w:r w:rsidRPr="00FF7188">
        <w:rPr>
          <w:sz w:val="24"/>
          <w:szCs w:val="24"/>
        </w:rPr>
        <w:t>TISZAVASVÁRI VÁROS ÖNKORMÁNYZATA</w:t>
      </w:r>
    </w:p>
    <w:p w:rsidR="00CC4AA7" w:rsidRPr="00FF7188" w:rsidRDefault="00CC4AA7" w:rsidP="00FF7188">
      <w:pPr>
        <w:spacing w:line="240" w:lineRule="auto"/>
        <w:jc w:val="center"/>
        <w:rPr>
          <w:b/>
          <w:bCs/>
        </w:rPr>
      </w:pPr>
      <w:r w:rsidRPr="00FF7188">
        <w:rPr>
          <w:b/>
          <w:bCs/>
        </w:rPr>
        <w:t>KÉPVISELŐ-TESTÜLETÉNEK</w:t>
      </w:r>
    </w:p>
    <w:p w:rsidR="00CC4AA7" w:rsidRPr="00FF7188" w:rsidRDefault="00CC4AA7" w:rsidP="00FF7188">
      <w:pPr>
        <w:spacing w:line="240" w:lineRule="auto"/>
        <w:jc w:val="center"/>
        <w:rPr>
          <w:b/>
          <w:bCs/>
        </w:rPr>
      </w:pPr>
      <w:r>
        <w:rPr>
          <w:b/>
          <w:bCs/>
        </w:rPr>
        <w:t>……/2016. (VII</w:t>
      </w:r>
      <w:r w:rsidRPr="00FF7188">
        <w:rPr>
          <w:b/>
          <w:bCs/>
        </w:rPr>
        <w:t>.</w:t>
      </w:r>
      <w:r>
        <w:rPr>
          <w:b/>
          <w:bCs/>
        </w:rPr>
        <w:t>28.</w:t>
      </w:r>
      <w:r w:rsidRPr="00FF7188">
        <w:rPr>
          <w:b/>
          <w:bCs/>
        </w:rPr>
        <w:t>) Kt. számú</w:t>
      </w:r>
    </w:p>
    <w:p w:rsidR="00CC4AA7" w:rsidRPr="00FF7188" w:rsidRDefault="00CC4AA7" w:rsidP="00FF7188">
      <w:pPr>
        <w:spacing w:line="240" w:lineRule="auto"/>
        <w:jc w:val="center"/>
        <w:rPr>
          <w:b/>
          <w:bCs/>
        </w:rPr>
      </w:pPr>
      <w:r w:rsidRPr="00FF7188">
        <w:rPr>
          <w:b/>
          <w:bCs/>
        </w:rPr>
        <w:t>határozata</w:t>
      </w:r>
    </w:p>
    <w:p w:rsidR="00CC4AA7" w:rsidRPr="00FF7188" w:rsidRDefault="00CC4AA7" w:rsidP="00517E4B">
      <w:pPr>
        <w:spacing w:line="240" w:lineRule="auto"/>
        <w:rPr>
          <w:b/>
          <w:bCs/>
        </w:rPr>
      </w:pPr>
    </w:p>
    <w:p w:rsidR="00CC4AA7" w:rsidRPr="00FF7188" w:rsidRDefault="00CC4AA7" w:rsidP="00381507">
      <w:pPr>
        <w:spacing w:line="240" w:lineRule="auto"/>
        <w:rPr>
          <w:b/>
          <w:bCs/>
        </w:rPr>
      </w:pPr>
    </w:p>
    <w:p w:rsidR="00CC4AA7" w:rsidRPr="00FF7188" w:rsidRDefault="00CC4AA7" w:rsidP="00381507">
      <w:pPr>
        <w:spacing w:line="240" w:lineRule="auto"/>
        <w:rPr>
          <w:b/>
          <w:bCs/>
        </w:rPr>
      </w:pPr>
    </w:p>
    <w:p w:rsidR="00CC4AA7" w:rsidRDefault="00CC4AA7" w:rsidP="00813FBC">
      <w:pPr>
        <w:spacing w:line="240" w:lineRule="auto"/>
        <w:jc w:val="center"/>
        <w:rPr>
          <w:b/>
          <w:bCs/>
        </w:rPr>
      </w:pPr>
      <w:r w:rsidRPr="00813FBC">
        <w:rPr>
          <w:b/>
          <w:bCs/>
        </w:rPr>
        <w:t>A helyi közutak kátyúzására megkötött vállalkozási</w:t>
      </w:r>
    </w:p>
    <w:p w:rsidR="00CC4AA7" w:rsidRPr="00813FBC" w:rsidRDefault="00CC4AA7" w:rsidP="00813FBC">
      <w:pPr>
        <w:spacing w:line="240" w:lineRule="auto"/>
        <w:jc w:val="center"/>
        <w:rPr>
          <w:b/>
          <w:bCs/>
        </w:rPr>
      </w:pPr>
      <w:r w:rsidRPr="00813FBC">
        <w:rPr>
          <w:b/>
          <w:bCs/>
        </w:rPr>
        <w:t>szerződés utólagos jóváhagyása</w:t>
      </w:r>
    </w:p>
    <w:p w:rsidR="00CC4AA7" w:rsidRDefault="00CC4AA7" w:rsidP="00813FBC">
      <w:pPr>
        <w:spacing w:line="240" w:lineRule="auto"/>
        <w:jc w:val="center"/>
        <w:rPr>
          <w:b/>
          <w:bCs/>
        </w:rPr>
      </w:pPr>
    </w:p>
    <w:p w:rsidR="00CC4AA7" w:rsidRDefault="00CC4AA7" w:rsidP="00D83B76">
      <w:pPr>
        <w:rPr>
          <w:sz w:val="23"/>
          <w:szCs w:val="23"/>
        </w:rPr>
      </w:pPr>
    </w:p>
    <w:p w:rsidR="00CC4AA7" w:rsidRDefault="00CC4AA7" w:rsidP="00D83B76">
      <w:pPr>
        <w:rPr>
          <w:sz w:val="23"/>
          <w:szCs w:val="23"/>
        </w:rPr>
      </w:pPr>
    </w:p>
    <w:p w:rsidR="00CC4AA7" w:rsidRDefault="00CC4AA7" w:rsidP="00D83B76">
      <w:pPr>
        <w:spacing w:line="240" w:lineRule="auto"/>
      </w:pPr>
      <w:r>
        <w:t>Tiszavasvári Város Önkormányzata Képviselő-testülete</w:t>
      </w:r>
    </w:p>
    <w:p w:rsidR="00CC4AA7" w:rsidRDefault="00CC4AA7" w:rsidP="00D83B76">
      <w:pPr>
        <w:rPr>
          <w:sz w:val="23"/>
          <w:szCs w:val="23"/>
        </w:rPr>
      </w:pPr>
    </w:p>
    <w:p w:rsidR="00CC4AA7" w:rsidRDefault="00CC4AA7" w:rsidP="00D83B76">
      <w:pPr>
        <w:numPr>
          <w:ilvl w:val="0"/>
          <w:numId w:val="10"/>
        </w:numPr>
        <w:tabs>
          <w:tab w:val="clear" w:pos="735"/>
          <w:tab w:val="num" w:pos="360"/>
        </w:tabs>
        <w:ind w:left="360" w:hanging="360"/>
        <w:jc w:val="both"/>
      </w:pPr>
      <w:r>
        <w:t>Utólagosan j</w:t>
      </w:r>
      <w:r w:rsidRPr="00E87521">
        <w:t xml:space="preserve">óváhagyja </w:t>
      </w:r>
      <w:r>
        <w:t xml:space="preserve">a Tiszavasvári Város Önkormányzata (Tiszavasvári, Városháza tér 4.) és a Tiszamelléki Mélyépítő Kft. (Tiszavasvári, József Attila u. 40.) között létrejött - a </w:t>
      </w:r>
      <w:r>
        <w:rPr>
          <w:noProof/>
          <w:lang w:val="de-DE"/>
        </w:rPr>
        <w:t>Tiszavasvári Város Önkormányzata tulajdonában lévő (közutakon) 454 m</w:t>
      </w:r>
      <w:r w:rsidRPr="009F640E">
        <w:rPr>
          <w:noProof/>
          <w:vertAlign w:val="superscript"/>
          <w:lang w:val="de-DE"/>
        </w:rPr>
        <w:t>2</w:t>
      </w:r>
      <w:r>
        <w:rPr>
          <w:noProof/>
          <w:lang w:val="de-DE"/>
        </w:rPr>
        <w:t xml:space="preserve"> területű útburkolati hiba javítása körülvágással, útszintig történő aszfaltozással AC11-es minőségű meleg aszfalttal, emulziós alálocsolással, illetve a keletkező törmelék járműre rakása és elszállítása tárgyú - vállalkozási</w:t>
      </w:r>
      <w:r>
        <w:t xml:space="preserve"> </w:t>
      </w:r>
      <w:r w:rsidRPr="00E87521">
        <w:t>szerződés</w:t>
      </w:r>
      <w:r>
        <w:t>t a határozat mellékletében lévő tartalommal.</w:t>
      </w:r>
    </w:p>
    <w:p w:rsidR="00CC4AA7" w:rsidRDefault="00CC4AA7" w:rsidP="006C6D11">
      <w:pPr>
        <w:jc w:val="both"/>
      </w:pPr>
    </w:p>
    <w:p w:rsidR="00CC4AA7" w:rsidRPr="001D48E4" w:rsidRDefault="00CC4AA7" w:rsidP="00381507">
      <w:pPr>
        <w:spacing w:line="240" w:lineRule="auto"/>
        <w:jc w:val="both"/>
      </w:pPr>
    </w:p>
    <w:p w:rsidR="00CC4AA7" w:rsidRDefault="00CC4AA7" w:rsidP="00381507">
      <w:pPr>
        <w:pStyle w:val="BodyText"/>
        <w:spacing w:line="240" w:lineRule="auto"/>
      </w:pPr>
    </w:p>
    <w:p w:rsidR="00CC4AA7" w:rsidRPr="00FF7188" w:rsidRDefault="00CC4AA7" w:rsidP="00381507">
      <w:pPr>
        <w:pStyle w:val="BodyText"/>
        <w:spacing w:line="240" w:lineRule="auto"/>
      </w:pPr>
    </w:p>
    <w:p w:rsidR="00CC4AA7" w:rsidRDefault="00CC4AA7" w:rsidP="00381507">
      <w:pPr>
        <w:pStyle w:val="BodyText"/>
        <w:tabs>
          <w:tab w:val="left" w:pos="4820"/>
        </w:tabs>
        <w:spacing w:line="240" w:lineRule="auto"/>
      </w:pPr>
      <w:r w:rsidRPr="00FF7188">
        <w:rPr>
          <w:b/>
          <w:bCs/>
          <w:u w:val="single"/>
        </w:rPr>
        <w:t>Határidő:</w:t>
      </w:r>
      <w:r w:rsidRPr="00FF7188">
        <w:t xml:space="preserve"> azonnal</w:t>
      </w:r>
      <w:r w:rsidRPr="00FF7188">
        <w:tab/>
      </w:r>
      <w:r w:rsidRPr="00FF7188">
        <w:rPr>
          <w:b/>
          <w:bCs/>
          <w:u w:val="single"/>
        </w:rPr>
        <w:t>Felelős:</w:t>
      </w:r>
      <w:r w:rsidRPr="00FF7188">
        <w:t xml:space="preserve"> Dr. Fülöp Erik polgármester</w:t>
      </w:r>
    </w:p>
    <w:p w:rsidR="00CC4AA7" w:rsidRDefault="00CC4AA7" w:rsidP="00381507">
      <w:pPr>
        <w:pStyle w:val="BodyText"/>
        <w:tabs>
          <w:tab w:val="left" w:pos="4820"/>
        </w:tabs>
        <w:spacing w:line="240" w:lineRule="auto"/>
      </w:pPr>
    </w:p>
    <w:p w:rsidR="00CC4AA7" w:rsidRDefault="00CC4AA7" w:rsidP="00381507">
      <w:pPr>
        <w:pStyle w:val="BodyText"/>
        <w:tabs>
          <w:tab w:val="left" w:pos="4820"/>
        </w:tabs>
        <w:spacing w:line="240" w:lineRule="auto"/>
      </w:pPr>
    </w:p>
    <w:p w:rsidR="00CC4AA7" w:rsidRDefault="00CC4AA7" w:rsidP="00381507">
      <w:pPr>
        <w:pStyle w:val="BodyText"/>
        <w:tabs>
          <w:tab w:val="left" w:pos="4820"/>
        </w:tabs>
        <w:spacing w:line="240" w:lineRule="auto"/>
      </w:pPr>
    </w:p>
    <w:p w:rsidR="00CC4AA7" w:rsidRDefault="00CC4AA7" w:rsidP="00381507">
      <w:pPr>
        <w:pStyle w:val="BodyText"/>
        <w:tabs>
          <w:tab w:val="left" w:pos="4820"/>
        </w:tabs>
        <w:spacing w:line="240" w:lineRule="auto"/>
      </w:pPr>
    </w:p>
    <w:p w:rsidR="00CC4AA7" w:rsidRDefault="00CC4AA7" w:rsidP="00381507">
      <w:pPr>
        <w:pStyle w:val="BodyText"/>
        <w:tabs>
          <w:tab w:val="left" w:pos="4820"/>
        </w:tabs>
        <w:spacing w:line="240" w:lineRule="auto"/>
      </w:pPr>
    </w:p>
    <w:p w:rsidR="00CC4AA7" w:rsidRDefault="00CC4AA7" w:rsidP="00381507">
      <w:pPr>
        <w:pStyle w:val="BodyText"/>
        <w:tabs>
          <w:tab w:val="left" w:pos="4820"/>
        </w:tabs>
        <w:spacing w:line="240" w:lineRule="auto"/>
      </w:pPr>
    </w:p>
    <w:p w:rsidR="00CC4AA7" w:rsidRDefault="00CC4AA7" w:rsidP="00381507">
      <w:pPr>
        <w:pStyle w:val="BodyText"/>
        <w:tabs>
          <w:tab w:val="left" w:pos="4820"/>
        </w:tabs>
        <w:spacing w:line="240" w:lineRule="auto"/>
      </w:pPr>
    </w:p>
    <w:p w:rsidR="00CC4AA7" w:rsidRDefault="00CC4AA7" w:rsidP="00381507">
      <w:pPr>
        <w:pStyle w:val="BodyText"/>
        <w:tabs>
          <w:tab w:val="left" w:pos="4820"/>
        </w:tabs>
        <w:spacing w:line="240" w:lineRule="auto"/>
      </w:pPr>
    </w:p>
    <w:p w:rsidR="00CC4AA7" w:rsidRDefault="00CC4AA7" w:rsidP="00381507">
      <w:pPr>
        <w:pStyle w:val="BodyText"/>
        <w:tabs>
          <w:tab w:val="left" w:pos="4820"/>
        </w:tabs>
        <w:spacing w:line="240" w:lineRule="auto"/>
      </w:pPr>
    </w:p>
    <w:p w:rsidR="00CC4AA7" w:rsidRPr="00FF7188" w:rsidRDefault="00CC4AA7" w:rsidP="00381507">
      <w:pPr>
        <w:pStyle w:val="BodyText"/>
        <w:tabs>
          <w:tab w:val="left" w:pos="4820"/>
        </w:tabs>
        <w:spacing w:line="240" w:lineRule="auto"/>
      </w:pPr>
    </w:p>
    <w:sectPr w:rsidR="00CC4AA7" w:rsidRPr="00FF7188" w:rsidSect="00F7569C">
      <w:footerReference w:type="default" r:id="rId8"/>
      <w:pgSz w:w="11906" w:h="16838"/>
      <w:pgMar w:top="1418" w:right="1418" w:bottom="1418" w:left="1418" w:header="680" w:footer="708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4AA7" w:rsidRDefault="00CC4AA7">
      <w:r>
        <w:separator/>
      </w:r>
    </w:p>
  </w:endnote>
  <w:endnote w:type="continuationSeparator" w:id="0">
    <w:p w:rsidR="00CC4AA7" w:rsidRDefault="00CC4A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50602020203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AA7" w:rsidRDefault="00CC4AA7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CC4AA7" w:rsidRDefault="00CC4AA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4AA7" w:rsidRDefault="00CC4AA7">
      <w:r>
        <w:separator/>
      </w:r>
    </w:p>
  </w:footnote>
  <w:footnote w:type="continuationSeparator" w:id="0">
    <w:p w:rsidR="00CC4AA7" w:rsidRDefault="00CC4A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903E03"/>
    <w:multiLevelType w:val="hybridMultilevel"/>
    <w:tmpl w:val="9880F244"/>
    <w:lvl w:ilvl="0" w:tplc="17B4DCD0">
      <w:start w:val="7"/>
      <w:numFmt w:val="lowerLetter"/>
      <w:lvlText w:val="%1)"/>
      <w:lvlJc w:val="left"/>
      <w:pPr>
        <w:ind w:left="390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4620" w:hanging="360"/>
      </w:pPr>
    </w:lvl>
    <w:lvl w:ilvl="2" w:tplc="040E001B">
      <w:start w:val="1"/>
      <w:numFmt w:val="lowerRoman"/>
      <w:lvlText w:val="%3."/>
      <w:lvlJc w:val="right"/>
      <w:pPr>
        <w:ind w:left="5340" w:hanging="180"/>
      </w:pPr>
    </w:lvl>
    <w:lvl w:ilvl="3" w:tplc="040E000F">
      <w:start w:val="1"/>
      <w:numFmt w:val="decimal"/>
      <w:lvlText w:val="%4."/>
      <w:lvlJc w:val="left"/>
      <w:pPr>
        <w:ind w:left="6060" w:hanging="360"/>
      </w:pPr>
    </w:lvl>
    <w:lvl w:ilvl="4" w:tplc="040E0019">
      <w:start w:val="1"/>
      <w:numFmt w:val="lowerLetter"/>
      <w:lvlText w:val="%5."/>
      <w:lvlJc w:val="left"/>
      <w:pPr>
        <w:ind w:left="6780" w:hanging="360"/>
      </w:pPr>
    </w:lvl>
    <w:lvl w:ilvl="5" w:tplc="040E001B">
      <w:start w:val="1"/>
      <w:numFmt w:val="lowerRoman"/>
      <w:lvlText w:val="%6."/>
      <w:lvlJc w:val="right"/>
      <w:pPr>
        <w:ind w:left="7500" w:hanging="180"/>
      </w:pPr>
    </w:lvl>
    <w:lvl w:ilvl="6" w:tplc="040E000F">
      <w:start w:val="1"/>
      <w:numFmt w:val="decimal"/>
      <w:lvlText w:val="%7."/>
      <w:lvlJc w:val="left"/>
      <w:pPr>
        <w:ind w:left="8220" w:hanging="360"/>
      </w:pPr>
    </w:lvl>
    <w:lvl w:ilvl="7" w:tplc="040E0019">
      <w:start w:val="1"/>
      <w:numFmt w:val="lowerLetter"/>
      <w:lvlText w:val="%8."/>
      <w:lvlJc w:val="left"/>
      <w:pPr>
        <w:ind w:left="8940" w:hanging="360"/>
      </w:pPr>
    </w:lvl>
    <w:lvl w:ilvl="8" w:tplc="040E001B">
      <w:start w:val="1"/>
      <w:numFmt w:val="lowerRoman"/>
      <w:lvlText w:val="%9."/>
      <w:lvlJc w:val="right"/>
      <w:pPr>
        <w:ind w:left="9660" w:hanging="180"/>
      </w:pPr>
    </w:lvl>
  </w:abstractNum>
  <w:abstractNum w:abstractNumId="2">
    <w:nsid w:val="1EB54ED4"/>
    <w:multiLevelType w:val="hybridMultilevel"/>
    <w:tmpl w:val="B9EABAB4"/>
    <w:lvl w:ilvl="0" w:tplc="87B6D3E6">
      <w:start w:val="3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140" w:hanging="360"/>
      </w:pPr>
    </w:lvl>
    <w:lvl w:ilvl="2" w:tplc="040E001B">
      <w:start w:val="1"/>
      <w:numFmt w:val="lowerRoman"/>
      <w:lvlText w:val="%3."/>
      <w:lvlJc w:val="right"/>
      <w:pPr>
        <w:ind w:left="1860" w:hanging="180"/>
      </w:pPr>
    </w:lvl>
    <w:lvl w:ilvl="3" w:tplc="040E000F">
      <w:start w:val="1"/>
      <w:numFmt w:val="decimal"/>
      <w:lvlText w:val="%4."/>
      <w:lvlJc w:val="left"/>
      <w:pPr>
        <w:ind w:left="2580" w:hanging="360"/>
      </w:pPr>
    </w:lvl>
    <w:lvl w:ilvl="4" w:tplc="040E0019">
      <w:start w:val="1"/>
      <w:numFmt w:val="lowerLetter"/>
      <w:lvlText w:val="%5."/>
      <w:lvlJc w:val="left"/>
      <w:pPr>
        <w:ind w:left="3300" w:hanging="360"/>
      </w:pPr>
    </w:lvl>
    <w:lvl w:ilvl="5" w:tplc="040E001B">
      <w:start w:val="1"/>
      <w:numFmt w:val="lowerRoman"/>
      <w:lvlText w:val="%6."/>
      <w:lvlJc w:val="right"/>
      <w:pPr>
        <w:ind w:left="4020" w:hanging="180"/>
      </w:pPr>
    </w:lvl>
    <w:lvl w:ilvl="6" w:tplc="040E000F">
      <w:start w:val="1"/>
      <w:numFmt w:val="decimal"/>
      <w:lvlText w:val="%7."/>
      <w:lvlJc w:val="left"/>
      <w:pPr>
        <w:ind w:left="4740" w:hanging="360"/>
      </w:pPr>
    </w:lvl>
    <w:lvl w:ilvl="7" w:tplc="040E0019">
      <w:start w:val="1"/>
      <w:numFmt w:val="lowerLetter"/>
      <w:lvlText w:val="%8."/>
      <w:lvlJc w:val="left"/>
      <w:pPr>
        <w:ind w:left="5460" w:hanging="360"/>
      </w:pPr>
    </w:lvl>
    <w:lvl w:ilvl="8" w:tplc="040E001B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2E9431EC"/>
    <w:multiLevelType w:val="hybridMultilevel"/>
    <w:tmpl w:val="0CBE13E8"/>
    <w:lvl w:ilvl="0" w:tplc="B0507D30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F017A96"/>
    <w:multiLevelType w:val="hybridMultilevel"/>
    <w:tmpl w:val="26308698"/>
    <w:lvl w:ilvl="0" w:tplc="EB9A363A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ED401F"/>
    <w:multiLevelType w:val="hybridMultilevel"/>
    <w:tmpl w:val="2E327EC4"/>
    <w:lvl w:ilvl="0" w:tplc="BDBC4F7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  <w:b w:val="0"/>
        <w:bCs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73C3D3C"/>
    <w:multiLevelType w:val="hybridMultilevel"/>
    <w:tmpl w:val="8A8A4E7E"/>
    <w:lvl w:ilvl="0" w:tplc="8A9E5A16">
      <w:start w:val="20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3D105E11"/>
    <w:multiLevelType w:val="hybridMultilevel"/>
    <w:tmpl w:val="1902C32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5363BF"/>
    <w:multiLevelType w:val="hybridMultilevel"/>
    <w:tmpl w:val="0B144A22"/>
    <w:lvl w:ilvl="0" w:tplc="BEAAFCF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7AE507C4"/>
    <w:multiLevelType w:val="hybridMultilevel"/>
    <w:tmpl w:val="7F2C49B4"/>
    <w:lvl w:ilvl="0" w:tplc="CF0C993A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8"/>
  </w:num>
  <w:num w:numId="6">
    <w:abstractNumId w:val="4"/>
  </w:num>
  <w:num w:numId="7">
    <w:abstractNumId w:val="9"/>
  </w:num>
  <w:num w:numId="8">
    <w:abstractNumId w:val="6"/>
  </w:num>
  <w:num w:numId="9">
    <w:abstractNumId w:val="7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569C"/>
    <w:rsid w:val="0000344F"/>
    <w:rsid w:val="00003476"/>
    <w:rsid w:val="00010EF1"/>
    <w:rsid w:val="000121A1"/>
    <w:rsid w:val="00026545"/>
    <w:rsid w:val="00026700"/>
    <w:rsid w:val="000318EF"/>
    <w:rsid w:val="00031935"/>
    <w:rsid w:val="00036B1F"/>
    <w:rsid w:val="00037ADD"/>
    <w:rsid w:val="00041A68"/>
    <w:rsid w:val="00041B73"/>
    <w:rsid w:val="00042611"/>
    <w:rsid w:val="00042D5B"/>
    <w:rsid w:val="00055852"/>
    <w:rsid w:val="000639C7"/>
    <w:rsid w:val="00065F20"/>
    <w:rsid w:val="00070A0E"/>
    <w:rsid w:val="000718FD"/>
    <w:rsid w:val="0007253C"/>
    <w:rsid w:val="000767D6"/>
    <w:rsid w:val="00083D67"/>
    <w:rsid w:val="0008798D"/>
    <w:rsid w:val="00097FA7"/>
    <w:rsid w:val="000A335A"/>
    <w:rsid w:val="000B0733"/>
    <w:rsid w:val="000B2D46"/>
    <w:rsid w:val="000C1364"/>
    <w:rsid w:val="000C4A5F"/>
    <w:rsid w:val="000D019C"/>
    <w:rsid w:val="000D4A25"/>
    <w:rsid w:val="000D7DCA"/>
    <w:rsid w:val="000E75AD"/>
    <w:rsid w:val="00101D99"/>
    <w:rsid w:val="00106F9C"/>
    <w:rsid w:val="00116716"/>
    <w:rsid w:val="00131025"/>
    <w:rsid w:val="001310D0"/>
    <w:rsid w:val="0013380B"/>
    <w:rsid w:val="001338BD"/>
    <w:rsid w:val="00134626"/>
    <w:rsid w:val="00141E59"/>
    <w:rsid w:val="00141F06"/>
    <w:rsid w:val="001437B8"/>
    <w:rsid w:val="00145A39"/>
    <w:rsid w:val="0014640A"/>
    <w:rsid w:val="001521E3"/>
    <w:rsid w:val="0016272E"/>
    <w:rsid w:val="00173A25"/>
    <w:rsid w:val="001833D8"/>
    <w:rsid w:val="001852AA"/>
    <w:rsid w:val="00191196"/>
    <w:rsid w:val="00192F89"/>
    <w:rsid w:val="00193B33"/>
    <w:rsid w:val="001952E8"/>
    <w:rsid w:val="001A0889"/>
    <w:rsid w:val="001A160D"/>
    <w:rsid w:val="001B375C"/>
    <w:rsid w:val="001C00F5"/>
    <w:rsid w:val="001C10EF"/>
    <w:rsid w:val="001C1A88"/>
    <w:rsid w:val="001D48E4"/>
    <w:rsid w:val="001E30F9"/>
    <w:rsid w:val="001F161F"/>
    <w:rsid w:val="001F5889"/>
    <w:rsid w:val="001F659A"/>
    <w:rsid w:val="001F78D2"/>
    <w:rsid w:val="00220D37"/>
    <w:rsid w:val="00225D3A"/>
    <w:rsid w:val="002275AC"/>
    <w:rsid w:val="00230811"/>
    <w:rsid w:val="00230D29"/>
    <w:rsid w:val="00231B13"/>
    <w:rsid w:val="00231C86"/>
    <w:rsid w:val="00243794"/>
    <w:rsid w:val="00244ABB"/>
    <w:rsid w:val="002452C1"/>
    <w:rsid w:val="00251577"/>
    <w:rsid w:val="00252B0E"/>
    <w:rsid w:val="00254E6E"/>
    <w:rsid w:val="00256356"/>
    <w:rsid w:val="00261606"/>
    <w:rsid w:val="00267832"/>
    <w:rsid w:val="00273AB6"/>
    <w:rsid w:val="00280096"/>
    <w:rsid w:val="0028199F"/>
    <w:rsid w:val="00282276"/>
    <w:rsid w:val="002849C3"/>
    <w:rsid w:val="00285C6F"/>
    <w:rsid w:val="00291114"/>
    <w:rsid w:val="002961C4"/>
    <w:rsid w:val="002961F7"/>
    <w:rsid w:val="002972DA"/>
    <w:rsid w:val="002A0B3F"/>
    <w:rsid w:val="002A3E85"/>
    <w:rsid w:val="002A6E64"/>
    <w:rsid w:val="002D5287"/>
    <w:rsid w:val="002E1D62"/>
    <w:rsid w:val="002F024E"/>
    <w:rsid w:val="00301A1C"/>
    <w:rsid w:val="00304765"/>
    <w:rsid w:val="00310998"/>
    <w:rsid w:val="00310AD4"/>
    <w:rsid w:val="00317F91"/>
    <w:rsid w:val="00326AD8"/>
    <w:rsid w:val="00326BE8"/>
    <w:rsid w:val="00330B48"/>
    <w:rsid w:val="00331CD6"/>
    <w:rsid w:val="003362DE"/>
    <w:rsid w:val="00346625"/>
    <w:rsid w:val="003505BC"/>
    <w:rsid w:val="00352B7D"/>
    <w:rsid w:val="0035531A"/>
    <w:rsid w:val="003573AB"/>
    <w:rsid w:val="00365295"/>
    <w:rsid w:val="003664A0"/>
    <w:rsid w:val="00367DC1"/>
    <w:rsid w:val="003721BF"/>
    <w:rsid w:val="00374B61"/>
    <w:rsid w:val="0037519E"/>
    <w:rsid w:val="00381507"/>
    <w:rsid w:val="00382105"/>
    <w:rsid w:val="003849EC"/>
    <w:rsid w:val="00386AE8"/>
    <w:rsid w:val="003911E3"/>
    <w:rsid w:val="003A2731"/>
    <w:rsid w:val="003A4DCB"/>
    <w:rsid w:val="003A715E"/>
    <w:rsid w:val="003B2E23"/>
    <w:rsid w:val="003C1285"/>
    <w:rsid w:val="003C6D0B"/>
    <w:rsid w:val="003D20D2"/>
    <w:rsid w:val="003D3F18"/>
    <w:rsid w:val="003E413B"/>
    <w:rsid w:val="003E68C0"/>
    <w:rsid w:val="003F2602"/>
    <w:rsid w:val="003F34AE"/>
    <w:rsid w:val="003F3814"/>
    <w:rsid w:val="0040071E"/>
    <w:rsid w:val="00401AE4"/>
    <w:rsid w:val="004057C8"/>
    <w:rsid w:val="00407059"/>
    <w:rsid w:val="0042106C"/>
    <w:rsid w:val="004244DD"/>
    <w:rsid w:val="00425D83"/>
    <w:rsid w:val="00430220"/>
    <w:rsid w:val="00433D7A"/>
    <w:rsid w:val="00434E86"/>
    <w:rsid w:val="00435715"/>
    <w:rsid w:val="004357CA"/>
    <w:rsid w:val="00440D48"/>
    <w:rsid w:val="00445507"/>
    <w:rsid w:val="004553F3"/>
    <w:rsid w:val="00473BB8"/>
    <w:rsid w:val="004751FA"/>
    <w:rsid w:val="004763D3"/>
    <w:rsid w:val="004A00B4"/>
    <w:rsid w:val="004A13EF"/>
    <w:rsid w:val="004A4408"/>
    <w:rsid w:val="004B3B3B"/>
    <w:rsid w:val="004B73E6"/>
    <w:rsid w:val="004B7E8E"/>
    <w:rsid w:val="004C1874"/>
    <w:rsid w:val="004C4471"/>
    <w:rsid w:val="004C6F60"/>
    <w:rsid w:val="004D52AF"/>
    <w:rsid w:val="004F446E"/>
    <w:rsid w:val="00503F94"/>
    <w:rsid w:val="00511872"/>
    <w:rsid w:val="005121DC"/>
    <w:rsid w:val="00517E4B"/>
    <w:rsid w:val="005219B4"/>
    <w:rsid w:val="0052330B"/>
    <w:rsid w:val="0052637A"/>
    <w:rsid w:val="00527BC6"/>
    <w:rsid w:val="00531F9A"/>
    <w:rsid w:val="0053442D"/>
    <w:rsid w:val="00540E24"/>
    <w:rsid w:val="0054175B"/>
    <w:rsid w:val="00542ADD"/>
    <w:rsid w:val="005476A8"/>
    <w:rsid w:val="00547BE4"/>
    <w:rsid w:val="00554009"/>
    <w:rsid w:val="005713FD"/>
    <w:rsid w:val="00571BAA"/>
    <w:rsid w:val="0057269E"/>
    <w:rsid w:val="005726D5"/>
    <w:rsid w:val="00572A99"/>
    <w:rsid w:val="00573F3E"/>
    <w:rsid w:val="00575188"/>
    <w:rsid w:val="00581556"/>
    <w:rsid w:val="00584BDC"/>
    <w:rsid w:val="005916BA"/>
    <w:rsid w:val="00592008"/>
    <w:rsid w:val="00595B52"/>
    <w:rsid w:val="005A6EC0"/>
    <w:rsid w:val="005A7577"/>
    <w:rsid w:val="005B1E81"/>
    <w:rsid w:val="005B7E0F"/>
    <w:rsid w:val="005C215B"/>
    <w:rsid w:val="005C2517"/>
    <w:rsid w:val="005C2943"/>
    <w:rsid w:val="005C5863"/>
    <w:rsid w:val="005C6AC8"/>
    <w:rsid w:val="005C6C58"/>
    <w:rsid w:val="005C778B"/>
    <w:rsid w:val="005C7B02"/>
    <w:rsid w:val="005D5EB0"/>
    <w:rsid w:val="005D6A91"/>
    <w:rsid w:val="005D7578"/>
    <w:rsid w:val="005E5CDF"/>
    <w:rsid w:val="005E6CD5"/>
    <w:rsid w:val="005F647F"/>
    <w:rsid w:val="005F6BDF"/>
    <w:rsid w:val="00601968"/>
    <w:rsid w:val="006032A2"/>
    <w:rsid w:val="0060510B"/>
    <w:rsid w:val="00610E0A"/>
    <w:rsid w:val="00613FD9"/>
    <w:rsid w:val="0061513D"/>
    <w:rsid w:val="00620F8D"/>
    <w:rsid w:val="006249B0"/>
    <w:rsid w:val="00625450"/>
    <w:rsid w:val="00642997"/>
    <w:rsid w:val="006455F2"/>
    <w:rsid w:val="0064719E"/>
    <w:rsid w:val="00647AE5"/>
    <w:rsid w:val="00676657"/>
    <w:rsid w:val="006776B6"/>
    <w:rsid w:val="0068119E"/>
    <w:rsid w:val="00684569"/>
    <w:rsid w:val="00684736"/>
    <w:rsid w:val="00685F53"/>
    <w:rsid w:val="0068795C"/>
    <w:rsid w:val="00695655"/>
    <w:rsid w:val="006B1F59"/>
    <w:rsid w:val="006C6D11"/>
    <w:rsid w:val="006D23CA"/>
    <w:rsid w:val="006D500E"/>
    <w:rsid w:val="006D6BE8"/>
    <w:rsid w:val="006E4448"/>
    <w:rsid w:val="00711C2F"/>
    <w:rsid w:val="00723B4D"/>
    <w:rsid w:val="00725189"/>
    <w:rsid w:val="0072544F"/>
    <w:rsid w:val="00725761"/>
    <w:rsid w:val="00731D97"/>
    <w:rsid w:val="00734126"/>
    <w:rsid w:val="00753515"/>
    <w:rsid w:val="00764254"/>
    <w:rsid w:val="00765639"/>
    <w:rsid w:val="00774F22"/>
    <w:rsid w:val="007963FF"/>
    <w:rsid w:val="007A0FD1"/>
    <w:rsid w:val="007A21BA"/>
    <w:rsid w:val="007A3FF9"/>
    <w:rsid w:val="007B59EC"/>
    <w:rsid w:val="007C212C"/>
    <w:rsid w:val="007D1DE0"/>
    <w:rsid w:val="007D38C3"/>
    <w:rsid w:val="007E36A5"/>
    <w:rsid w:val="007F5412"/>
    <w:rsid w:val="007F7DF4"/>
    <w:rsid w:val="008019DB"/>
    <w:rsid w:val="00802697"/>
    <w:rsid w:val="00804B10"/>
    <w:rsid w:val="00805460"/>
    <w:rsid w:val="00810DE8"/>
    <w:rsid w:val="008132EC"/>
    <w:rsid w:val="00813FBC"/>
    <w:rsid w:val="008220D6"/>
    <w:rsid w:val="00827ADD"/>
    <w:rsid w:val="008306A9"/>
    <w:rsid w:val="00830D78"/>
    <w:rsid w:val="00836AF0"/>
    <w:rsid w:val="00850A16"/>
    <w:rsid w:val="0085266B"/>
    <w:rsid w:val="00857551"/>
    <w:rsid w:val="00873CAC"/>
    <w:rsid w:val="00885DA3"/>
    <w:rsid w:val="00887F36"/>
    <w:rsid w:val="008A4F60"/>
    <w:rsid w:val="008B60AC"/>
    <w:rsid w:val="008B6128"/>
    <w:rsid w:val="008C51CC"/>
    <w:rsid w:val="008D5C53"/>
    <w:rsid w:val="008E0332"/>
    <w:rsid w:val="008E10A1"/>
    <w:rsid w:val="008F3BC4"/>
    <w:rsid w:val="008F56FA"/>
    <w:rsid w:val="008F6B4E"/>
    <w:rsid w:val="00903102"/>
    <w:rsid w:val="00905554"/>
    <w:rsid w:val="00907166"/>
    <w:rsid w:val="0091659C"/>
    <w:rsid w:val="00927634"/>
    <w:rsid w:val="00951D31"/>
    <w:rsid w:val="00953F03"/>
    <w:rsid w:val="00964C22"/>
    <w:rsid w:val="00970887"/>
    <w:rsid w:val="00980BC9"/>
    <w:rsid w:val="00980EED"/>
    <w:rsid w:val="00981DFD"/>
    <w:rsid w:val="00983EC9"/>
    <w:rsid w:val="009903D4"/>
    <w:rsid w:val="009940C0"/>
    <w:rsid w:val="009A0114"/>
    <w:rsid w:val="009A51FA"/>
    <w:rsid w:val="009A638A"/>
    <w:rsid w:val="009B19D0"/>
    <w:rsid w:val="009B30F3"/>
    <w:rsid w:val="009B6ED2"/>
    <w:rsid w:val="009C0694"/>
    <w:rsid w:val="009C4306"/>
    <w:rsid w:val="009C7865"/>
    <w:rsid w:val="009D44AB"/>
    <w:rsid w:val="009D5127"/>
    <w:rsid w:val="009E3D8A"/>
    <w:rsid w:val="009E43C0"/>
    <w:rsid w:val="009F1D83"/>
    <w:rsid w:val="009F2C14"/>
    <w:rsid w:val="009F3ED0"/>
    <w:rsid w:val="009F640E"/>
    <w:rsid w:val="009F71B2"/>
    <w:rsid w:val="009F7281"/>
    <w:rsid w:val="00A02C7A"/>
    <w:rsid w:val="00A03C3A"/>
    <w:rsid w:val="00A21F23"/>
    <w:rsid w:val="00A64B70"/>
    <w:rsid w:val="00A842D6"/>
    <w:rsid w:val="00A84347"/>
    <w:rsid w:val="00A948AD"/>
    <w:rsid w:val="00AA37D4"/>
    <w:rsid w:val="00AA5FA0"/>
    <w:rsid w:val="00AA758D"/>
    <w:rsid w:val="00AB0E98"/>
    <w:rsid w:val="00AB1E06"/>
    <w:rsid w:val="00AB5015"/>
    <w:rsid w:val="00AC330B"/>
    <w:rsid w:val="00AE17C5"/>
    <w:rsid w:val="00AF04B3"/>
    <w:rsid w:val="00B04D35"/>
    <w:rsid w:val="00B06FFD"/>
    <w:rsid w:val="00B0781A"/>
    <w:rsid w:val="00B07F23"/>
    <w:rsid w:val="00B14061"/>
    <w:rsid w:val="00B16D0F"/>
    <w:rsid w:val="00B36BAD"/>
    <w:rsid w:val="00B42D31"/>
    <w:rsid w:val="00B445D1"/>
    <w:rsid w:val="00B448D6"/>
    <w:rsid w:val="00B462A1"/>
    <w:rsid w:val="00B506FA"/>
    <w:rsid w:val="00B5363A"/>
    <w:rsid w:val="00B54A1E"/>
    <w:rsid w:val="00B6080A"/>
    <w:rsid w:val="00B65C5D"/>
    <w:rsid w:val="00B66557"/>
    <w:rsid w:val="00B91CA7"/>
    <w:rsid w:val="00B93A66"/>
    <w:rsid w:val="00BA477C"/>
    <w:rsid w:val="00BA5E40"/>
    <w:rsid w:val="00BB7482"/>
    <w:rsid w:val="00BD2660"/>
    <w:rsid w:val="00BD2F85"/>
    <w:rsid w:val="00BD2FCF"/>
    <w:rsid w:val="00BD423A"/>
    <w:rsid w:val="00BD52BA"/>
    <w:rsid w:val="00BD7528"/>
    <w:rsid w:val="00BE2A4B"/>
    <w:rsid w:val="00BE5C69"/>
    <w:rsid w:val="00BE70AB"/>
    <w:rsid w:val="00BF2763"/>
    <w:rsid w:val="00C0183A"/>
    <w:rsid w:val="00C04DB9"/>
    <w:rsid w:val="00C22B4B"/>
    <w:rsid w:val="00C27ADF"/>
    <w:rsid w:val="00C317A7"/>
    <w:rsid w:val="00C50F82"/>
    <w:rsid w:val="00C51EB8"/>
    <w:rsid w:val="00C603B3"/>
    <w:rsid w:val="00C63992"/>
    <w:rsid w:val="00C83174"/>
    <w:rsid w:val="00C915B1"/>
    <w:rsid w:val="00C92461"/>
    <w:rsid w:val="00C95BB2"/>
    <w:rsid w:val="00C9695F"/>
    <w:rsid w:val="00CA30B8"/>
    <w:rsid w:val="00CB1038"/>
    <w:rsid w:val="00CB1040"/>
    <w:rsid w:val="00CB2679"/>
    <w:rsid w:val="00CB2731"/>
    <w:rsid w:val="00CC2671"/>
    <w:rsid w:val="00CC4AA7"/>
    <w:rsid w:val="00CD4E82"/>
    <w:rsid w:val="00CD7D5A"/>
    <w:rsid w:val="00CE1E6F"/>
    <w:rsid w:val="00CF14BD"/>
    <w:rsid w:val="00CF3C51"/>
    <w:rsid w:val="00D10CD8"/>
    <w:rsid w:val="00D112CD"/>
    <w:rsid w:val="00D2050B"/>
    <w:rsid w:val="00D2365D"/>
    <w:rsid w:val="00D34900"/>
    <w:rsid w:val="00D42581"/>
    <w:rsid w:val="00D45CB4"/>
    <w:rsid w:val="00D467A8"/>
    <w:rsid w:val="00D5420D"/>
    <w:rsid w:val="00D61EAD"/>
    <w:rsid w:val="00D63B7B"/>
    <w:rsid w:val="00D651B5"/>
    <w:rsid w:val="00D6574A"/>
    <w:rsid w:val="00D72224"/>
    <w:rsid w:val="00D73D60"/>
    <w:rsid w:val="00D81646"/>
    <w:rsid w:val="00D82213"/>
    <w:rsid w:val="00D83B76"/>
    <w:rsid w:val="00D84E23"/>
    <w:rsid w:val="00D92F0C"/>
    <w:rsid w:val="00D938DE"/>
    <w:rsid w:val="00DA6E3D"/>
    <w:rsid w:val="00DA7D64"/>
    <w:rsid w:val="00DB0794"/>
    <w:rsid w:val="00DD0ADD"/>
    <w:rsid w:val="00DD7595"/>
    <w:rsid w:val="00DF3A05"/>
    <w:rsid w:val="00DF6457"/>
    <w:rsid w:val="00E0073D"/>
    <w:rsid w:val="00E0098E"/>
    <w:rsid w:val="00E01EC7"/>
    <w:rsid w:val="00E37DA4"/>
    <w:rsid w:val="00E41751"/>
    <w:rsid w:val="00E47E1D"/>
    <w:rsid w:val="00E5362B"/>
    <w:rsid w:val="00E5745A"/>
    <w:rsid w:val="00E57989"/>
    <w:rsid w:val="00E62246"/>
    <w:rsid w:val="00E64C29"/>
    <w:rsid w:val="00E67815"/>
    <w:rsid w:val="00E679AA"/>
    <w:rsid w:val="00E67D69"/>
    <w:rsid w:val="00E87521"/>
    <w:rsid w:val="00E96668"/>
    <w:rsid w:val="00E9744D"/>
    <w:rsid w:val="00EA6174"/>
    <w:rsid w:val="00EB2021"/>
    <w:rsid w:val="00EB578B"/>
    <w:rsid w:val="00EB6C99"/>
    <w:rsid w:val="00EC0610"/>
    <w:rsid w:val="00EC3624"/>
    <w:rsid w:val="00EC44B1"/>
    <w:rsid w:val="00EC6D4D"/>
    <w:rsid w:val="00ED5D50"/>
    <w:rsid w:val="00ED72E5"/>
    <w:rsid w:val="00EE5EC6"/>
    <w:rsid w:val="00F0079A"/>
    <w:rsid w:val="00F03067"/>
    <w:rsid w:val="00F05AA8"/>
    <w:rsid w:val="00F124B5"/>
    <w:rsid w:val="00F1787F"/>
    <w:rsid w:val="00F25121"/>
    <w:rsid w:val="00F2639A"/>
    <w:rsid w:val="00F3380D"/>
    <w:rsid w:val="00F33D75"/>
    <w:rsid w:val="00F4310B"/>
    <w:rsid w:val="00F47BC1"/>
    <w:rsid w:val="00F52F69"/>
    <w:rsid w:val="00F647F2"/>
    <w:rsid w:val="00F65AA1"/>
    <w:rsid w:val="00F74221"/>
    <w:rsid w:val="00F7530A"/>
    <w:rsid w:val="00F7569C"/>
    <w:rsid w:val="00F87DDC"/>
    <w:rsid w:val="00F9464C"/>
    <w:rsid w:val="00FA799D"/>
    <w:rsid w:val="00FB107B"/>
    <w:rsid w:val="00FB4A7F"/>
    <w:rsid w:val="00FB6DAA"/>
    <w:rsid w:val="00FC3926"/>
    <w:rsid w:val="00FD2BF3"/>
    <w:rsid w:val="00FF0AC2"/>
    <w:rsid w:val="00FF1E8F"/>
    <w:rsid w:val="00FF431A"/>
    <w:rsid w:val="00FF7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69C"/>
    <w:pPr>
      <w:spacing w:line="36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F7188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7569C"/>
    <w:pPr>
      <w:keepNext/>
      <w:jc w:val="center"/>
      <w:outlineLvl w:val="1"/>
    </w:pPr>
    <w:rPr>
      <w:b/>
      <w:bCs/>
      <w:sz w:val="28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7569C"/>
    <w:pPr>
      <w:keepNext/>
      <w:jc w:val="center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7569C"/>
    <w:pPr>
      <w:keepNext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F7569C"/>
    <w:pPr>
      <w:keepNext/>
      <w:spacing w:line="240" w:lineRule="auto"/>
      <w:outlineLvl w:val="4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F7188"/>
    <w:rPr>
      <w:rFonts w:ascii="Arial" w:hAnsi="Arial" w:cs="Arial"/>
      <w:b/>
      <w:bCs/>
      <w:kern w:val="32"/>
      <w:sz w:val="32"/>
      <w:szCs w:val="32"/>
      <w:lang w:val="hu-HU" w:eastAsia="hu-H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54E6E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254E6E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54E6E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254E6E"/>
    <w:rPr>
      <w:rFonts w:ascii="Calibri" w:hAnsi="Calibri" w:cs="Calibri"/>
      <w:b/>
      <w:bCs/>
      <w:i/>
      <w:iCs/>
      <w:sz w:val="26"/>
      <w:szCs w:val="26"/>
    </w:rPr>
  </w:style>
  <w:style w:type="paragraph" w:styleId="Header">
    <w:name w:val="header"/>
    <w:basedOn w:val="Normal"/>
    <w:link w:val="HeaderChar"/>
    <w:uiPriority w:val="99"/>
    <w:rsid w:val="00F7569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54E6E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F7569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54E6E"/>
    <w:rPr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F7569C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54E6E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F7569C"/>
  </w:style>
  <w:style w:type="paragraph" w:styleId="Title">
    <w:name w:val="Title"/>
    <w:basedOn w:val="Normal"/>
    <w:link w:val="TitleChar"/>
    <w:uiPriority w:val="99"/>
    <w:qFormat/>
    <w:rsid w:val="00F7569C"/>
    <w:pPr>
      <w:spacing w:line="240" w:lineRule="auto"/>
      <w:jc w:val="center"/>
    </w:pPr>
    <w:rPr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254E6E"/>
    <w:rPr>
      <w:rFonts w:ascii="Cambria" w:hAnsi="Cambria" w:cs="Cambria"/>
      <w:b/>
      <w:bCs/>
      <w:kern w:val="28"/>
      <w:sz w:val="32"/>
      <w:szCs w:val="32"/>
    </w:rPr>
  </w:style>
  <w:style w:type="paragraph" w:styleId="BodyTextIndent2">
    <w:name w:val="Body Text Indent 2"/>
    <w:basedOn w:val="Normal"/>
    <w:link w:val="BodyTextIndent2Char"/>
    <w:uiPriority w:val="99"/>
    <w:rsid w:val="00F7569C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FF7188"/>
    <w:rPr>
      <w:sz w:val="24"/>
      <w:szCs w:val="24"/>
      <w:lang w:val="hu-HU" w:eastAsia="hu-HU"/>
    </w:rPr>
  </w:style>
  <w:style w:type="paragraph" w:customStyle="1" w:styleId="CharCharCharChar">
    <w:name w:val="Char Char Char Char"/>
    <w:basedOn w:val="Normal"/>
    <w:uiPriority w:val="99"/>
    <w:rsid w:val="00F7569C"/>
    <w:pPr>
      <w:widowControl w:val="0"/>
      <w:suppressAutoHyphens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F7569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254E6E"/>
    <w:rPr>
      <w:sz w:val="24"/>
      <w:szCs w:val="24"/>
    </w:rPr>
  </w:style>
  <w:style w:type="paragraph" w:styleId="NormalWeb">
    <w:name w:val="Normal (Web)"/>
    <w:basedOn w:val="Normal"/>
    <w:uiPriority w:val="99"/>
    <w:rsid w:val="00F7569C"/>
    <w:pPr>
      <w:spacing w:before="100" w:beforeAutospacing="1" w:after="100" w:afterAutospacing="1" w:line="240" w:lineRule="auto"/>
    </w:pPr>
  </w:style>
  <w:style w:type="paragraph" w:styleId="BodyTextIndent">
    <w:name w:val="Body Text Indent"/>
    <w:basedOn w:val="Normal"/>
    <w:link w:val="BodyTextIndentChar"/>
    <w:uiPriority w:val="99"/>
    <w:rsid w:val="0025157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254E6E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rsid w:val="00FF7188"/>
    <w:rPr>
      <w:vertAlign w:val="superscript"/>
    </w:rPr>
  </w:style>
  <w:style w:type="paragraph" w:styleId="ListParagraph">
    <w:name w:val="List Paragraph"/>
    <w:basedOn w:val="Normal"/>
    <w:uiPriority w:val="99"/>
    <w:qFormat/>
    <w:rsid w:val="00FF7188"/>
    <w:pPr>
      <w:suppressAutoHyphens/>
      <w:spacing w:line="240" w:lineRule="auto"/>
      <w:ind w:left="720"/>
    </w:pPr>
    <w:rPr>
      <w:lang w:eastAsia="ar-SA"/>
    </w:rPr>
  </w:style>
  <w:style w:type="paragraph" w:customStyle="1" w:styleId="Char">
    <w:name w:val="Char"/>
    <w:basedOn w:val="Normal"/>
    <w:uiPriority w:val="99"/>
    <w:rsid w:val="006D500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983EC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3652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96668"/>
    <w:rPr>
      <w:sz w:val="2"/>
      <w:szCs w:val="2"/>
    </w:rPr>
  </w:style>
  <w:style w:type="character" w:styleId="HTMLTypewriter">
    <w:name w:val="HTML Typewriter"/>
    <w:basedOn w:val="DefaultParagraphFont"/>
    <w:uiPriority w:val="99"/>
    <w:rsid w:val="00D81646"/>
    <w:rPr>
      <w:rFonts w:ascii="Courier New" w:hAnsi="Courier New" w:cs="Courier New"/>
      <w:sz w:val="20"/>
      <w:szCs w:val="20"/>
    </w:rPr>
  </w:style>
  <w:style w:type="paragraph" w:customStyle="1" w:styleId="lofej">
    <w:name w:val="Élofej"/>
    <w:basedOn w:val="Normal"/>
    <w:uiPriority w:val="99"/>
    <w:rsid w:val="00F647F2"/>
    <w:pPr>
      <w:widowControl w:val="0"/>
      <w:tabs>
        <w:tab w:val="center" w:pos="4536"/>
        <w:tab w:val="right" w:pos="9072"/>
      </w:tabs>
      <w:spacing w:line="240" w:lineRule="auto"/>
      <w:jc w:val="both"/>
    </w:pPr>
    <w:rPr>
      <w:rFonts w:ascii="Arial Narrow" w:hAnsi="Arial Narrow" w:cs="Arial Narrow"/>
    </w:rPr>
  </w:style>
  <w:style w:type="character" w:styleId="Strong">
    <w:name w:val="Strong"/>
    <w:basedOn w:val="DefaultParagraphFont"/>
    <w:uiPriority w:val="99"/>
    <w:qFormat/>
    <w:locked/>
    <w:rsid w:val="004F446E"/>
    <w:rPr>
      <w:b/>
      <w:bCs/>
    </w:rPr>
  </w:style>
  <w:style w:type="character" w:customStyle="1" w:styleId="CharChar">
    <w:name w:val="Char Char"/>
    <w:basedOn w:val="DefaultParagraphFont"/>
    <w:uiPriority w:val="99"/>
    <w:rsid w:val="00642997"/>
    <w:rPr>
      <w:b/>
      <w:bCs/>
      <w:sz w:val="32"/>
      <w:szCs w:val="32"/>
      <w:lang w:val="hu-HU" w:eastAsia="hu-HU"/>
    </w:rPr>
  </w:style>
  <w:style w:type="paragraph" w:customStyle="1" w:styleId="Char1">
    <w:name w:val="Char1"/>
    <w:basedOn w:val="Normal"/>
    <w:uiPriority w:val="99"/>
    <w:rsid w:val="006C6D11"/>
    <w:pPr>
      <w:widowControl w:val="0"/>
      <w:suppressAutoHyphens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1">
    <w:name w:val="Char Char1"/>
    <w:basedOn w:val="Normal"/>
    <w:uiPriority w:val="99"/>
    <w:rsid w:val="006C6D1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399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9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9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39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39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646</TotalTime>
  <Pages>3</Pages>
  <Words>411</Words>
  <Characters>2842</Characters>
  <Application>Microsoft Office Outlook</Application>
  <DocSecurity>0</DocSecurity>
  <Lines>0</Lines>
  <Paragraphs>0</Paragraphs>
  <ScaleCrop>false</ScaleCrop>
  <Company>tvonkph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subject/>
  <dc:creator>user</dc:creator>
  <cp:keywords/>
  <dc:description/>
  <cp:lastModifiedBy>user</cp:lastModifiedBy>
  <cp:revision>10</cp:revision>
  <cp:lastPrinted>2016-07-19T16:41:00Z</cp:lastPrinted>
  <dcterms:created xsi:type="dcterms:W3CDTF">2016-07-19T07:06:00Z</dcterms:created>
  <dcterms:modified xsi:type="dcterms:W3CDTF">2016-07-20T15:14:00Z</dcterms:modified>
</cp:coreProperties>
</file>